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63B2A468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A3835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F875A5">
        <w:rPr>
          <w:rFonts w:ascii="Times New Roman" w:hAnsi="Times New Roman"/>
          <w:b/>
          <w:bCs/>
          <w:sz w:val="24"/>
          <w:szCs w:val="24"/>
        </w:rPr>
        <w:tab/>
      </w:r>
      <w:r w:rsidR="00F875A5">
        <w:rPr>
          <w:rFonts w:ascii="Times New Roman" w:hAnsi="Times New Roman"/>
          <w:b/>
          <w:bCs/>
          <w:sz w:val="24"/>
          <w:szCs w:val="24"/>
        </w:rPr>
        <w:tab/>
      </w:r>
      <w:r w:rsidR="00F875A5">
        <w:rPr>
          <w:rFonts w:ascii="Times New Roman" w:hAnsi="Times New Roman"/>
          <w:b/>
          <w:bCs/>
          <w:sz w:val="24"/>
          <w:szCs w:val="24"/>
        </w:rPr>
        <w:tab/>
      </w:r>
      <w:r w:rsidR="00F875A5">
        <w:rPr>
          <w:rFonts w:ascii="Times New Roman" w:hAnsi="Times New Roman"/>
          <w:b/>
          <w:bCs/>
          <w:sz w:val="24"/>
          <w:szCs w:val="24"/>
        </w:rPr>
        <w:tab/>
      </w:r>
      <w:r w:rsidR="00F875A5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A3835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A3835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A3835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A3835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A3835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BA3835">
        <w:rPr>
          <w:rFonts w:ascii="Times New Roman" w:hAnsi="Times New Roman"/>
          <w:bCs/>
          <w:i/>
          <w:sz w:val="24"/>
          <w:szCs w:val="24"/>
        </w:rPr>
        <w:t>12/2019</w:t>
      </w:r>
    </w:p>
    <w:p w14:paraId="575A2171" w14:textId="77777777" w:rsidR="00F875A5" w:rsidRPr="00BA3835" w:rsidRDefault="00F875A5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77F8E0C0" w14:textId="77777777" w:rsidR="0085747A" w:rsidRPr="00BA383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A3835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1D31FBC" w14:textId="4AA3F334" w:rsidR="0085747A" w:rsidRPr="00BA383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A3835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A383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301359" w:rsidRPr="00BA3835">
        <w:rPr>
          <w:rFonts w:ascii="Times New Roman" w:hAnsi="Times New Roman"/>
          <w:i/>
          <w:smallCaps/>
          <w:sz w:val="24"/>
          <w:szCs w:val="24"/>
        </w:rPr>
        <w:t>202</w:t>
      </w:r>
      <w:r w:rsidR="00EC583D" w:rsidRPr="00BA3835">
        <w:rPr>
          <w:rFonts w:ascii="Times New Roman" w:hAnsi="Times New Roman"/>
          <w:i/>
          <w:smallCaps/>
          <w:sz w:val="24"/>
          <w:szCs w:val="24"/>
        </w:rPr>
        <w:t>2</w:t>
      </w:r>
      <w:r w:rsidR="00301359" w:rsidRPr="00BA3835">
        <w:rPr>
          <w:rFonts w:ascii="Times New Roman" w:hAnsi="Times New Roman"/>
          <w:i/>
          <w:smallCaps/>
          <w:sz w:val="24"/>
          <w:szCs w:val="24"/>
        </w:rPr>
        <w:t>-202</w:t>
      </w:r>
      <w:r w:rsidR="00EC583D" w:rsidRPr="00BA3835">
        <w:rPr>
          <w:rFonts w:ascii="Times New Roman" w:hAnsi="Times New Roman"/>
          <w:i/>
          <w:smallCaps/>
          <w:sz w:val="24"/>
          <w:szCs w:val="24"/>
        </w:rPr>
        <w:t>5</w:t>
      </w:r>
    </w:p>
    <w:p w14:paraId="3B753E0C" w14:textId="0197599C" w:rsidR="0085747A" w:rsidRPr="00BA3835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A383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24EEAFC2" w:rsidR="0085747A" w:rsidRPr="00BA3835" w:rsidRDefault="00445970" w:rsidP="00530DD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A3835">
        <w:rPr>
          <w:rFonts w:ascii="Times New Roman" w:hAnsi="Times New Roman"/>
          <w:sz w:val="24"/>
          <w:szCs w:val="24"/>
        </w:rPr>
        <w:tab/>
      </w:r>
      <w:r w:rsidRPr="00BA3835">
        <w:rPr>
          <w:rFonts w:ascii="Times New Roman" w:hAnsi="Times New Roman"/>
          <w:sz w:val="24"/>
          <w:szCs w:val="24"/>
        </w:rPr>
        <w:tab/>
      </w:r>
      <w:r w:rsidRPr="00BA3835">
        <w:rPr>
          <w:rFonts w:ascii="Times New Roman" w:hAnsi="Times New Roman"/>
          <w:sz w:val="24"/>
          <w:szCs w:val="24"/>
        </w:rPr>
        <w:tab/>
      </w:r>
      <w:r w:rsidRPr="00BA3835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301359" w:rsidRPr="00BA3835">
        <w:rPr>
          <w:rFonts w:ascii="Times New Roman" w:hAnsi="Times New Roman"/>
          <w:sz w:val="24"/>
          <w:szCs w:val="24"/>
        </w:rPr>
        <w:t>202</w:t>
      </w:r>
      <w:r w:rsidR="00EC583D" w:rsidRPr="00BA3835">
        <w:rPr>
          <w:rFonts w:ascii="Times New Roman" w:hAnsi="Times New Roman"/>
          <w:sz w:val="24"/>
          <w:szCs w:val="24"/>
        </w:rPr>
        <w:t>3</w:t>
      </w:r>
      <w:r w:rsidR="00301359" w:rsidRPr="00BA3835">
        <w:rPr>
          <w:rFonts w:ascii="Times New Roman" w:hAnsi="Times New Roman"/>
          <w:sz w:val="24"/>
          <w:szCs w:val="24"/>
        </w:rPr>
        <w:t>/202</w:t>
      </w:r>
      <w:r w:rsidR="00EC583D" w:rsidRPr="00BA3835">
        <w:rPr>
          <w:rFonts w:ascii="Times New Roman" w:hAnsi="Times New Roman"/>
          <w:sz w:val="24"/>
          <w:szCs w:val="24"/>
        </w:rPr>
        <w:t>4</w:t>
      </w:r>
      <w:r w:rsidR="00693000" w:rsidRPr="00BA3835">
        <w:rPr>
          <w:rFonts w:ascii="Times New Roman" w:hAnsi="Times New Roman"/>
          <w:sz w:val="24"/>
          <w:szCs w:val="24"/>
        </w:rPr>
        <w:t xml:space="preserve"> </w:t>
      </w:r>
      <w:r w:rsidR="00896A0C">
        <w:rPr>
          <w:rFonts w:ascii="Times New Roman" w:hAnsi="Times New Roman"/>
          <w:sz w:val="24"/>
          <w:szCs w:val="24"/>
        </w:rPr>
        <w:t>-2025/2026</w:t>
      </w:r>
    </w:p>
    <w:p w14:paraId="05DE2A38" w14:textId="77777777" w:rsidR="00530DD3" w:rsidRPr="00BA3835" w:rsidRDefault="00530DD3" w:rsidP="00530DD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455A347" w14:textId="77777777" w:rsidR="0085747A" w:rsidRPr="00BA3835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A3835">
        <w:rPr>
          <w:szCs w:val="24"/>
        </w:rPr>
        <w:t xml:space="preserve">1. </w:t>
      </w:r>
      <w:r w:rsidR="0085747A" w:rsidRPr="00BA3835">
        <w:rPr>
          <w:szCs w:val="24"/>
        </w:rPr>
        <w:t xml:space="preserve">Podstawowe </w:t>
      </w:r>
      <w:r w:rsidR="00445970" w:rsidRPr="00BA3835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A3835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BA38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0476833" w:rsidR="0085747A" w:rsidRPr="00F875A5" w:rsidRDefault="00F875A5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F875A5">
              <w:rPr>
                <w:sz w:val="24"/>
                <w:szCs w:val="24"/>
              </w:rPr>
              <w:t>Język obcy</w:t>
            </w:r>
          </w:p>
        </w:tc>
      </w:tr>
      <w:tr w:rsidR="0085747A" w:rsidRPr="00BA3835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BA38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Kod przedmiotu</w:t>
            </w:r>
            <w:r w:rsidR="0085747A" w:rsidRPr="00BA3835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BA3835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A3835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BA3835" w:rsidRDefault="00EC583D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N</w:t>
            </w:r>
            <w:r w:rsidR="0085747A" w:rsidRPr="00BA3835">
              <w:rPr>
                <w:sz w:val="24"/>
                <w:szCs w:val="24"/>
              </w:rPr>
              <w:t>azwa</w:t>
            </w:r>
            <w:r w:rsidR="00C05F44" w:rsidRPr="00BA3835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0178F86" w:rsidR="0085747A" w:rsidRPr="00BA3835" w:rsidRDefault="00E066F7" w:rsidP="00F636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A3835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BA3835" w:rsidRDefault="006C6FE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Studium</w:t>
            </w:r>
            <w:r w:rsidR="006B2962" w:rsidRPr="00BA3835">
              <w:rPr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BA3835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3C80AE1D" w:rsidR="0085747A" w:rsidRPr="00BA3835" w:rsidRDefault="00B8132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P</w:t>
            </w:r>
            <w:r w:rsidR="00CB1AC4" w:rsidRPr="00BA3835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BA3835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BA383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4449099A" w:rsidR="0085747A" w:rsidRPr="00BA3835" w:rsidRDefault="00DF017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1315A8">
              <w:rPr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BA3835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E7E7D78" w:rsidR="0085747A" w:rsidRPr="00BA3835" w:rsidRDefault="00302BF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A3835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FE671D5" w:rsidR="0085747A" w:rsidRPr="00BA3835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stacjonarn</w:t>
            </w:r>
            <w:r w:rsidR="00EC583D" w:rsidRPr="00BA3835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BA3835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Rok i semestr</w:t>
            </w:r>
            <w:r w:rsidR="0030395F" w:rsidRPr="00BA3835">
              <w:rPr>
                <w:sz w:val="24"/>
                <w:szCs w:val="24"/>
              </w:rPr>
              <w:t>/y</w:t>
            </w:r>
            <w:r w:rsidRPr="00BA3835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21B5115E" w:rsidR="0085747A" w:rsidRPr="00BA3835" w:rsidRDefault="00B814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r</w:t>
            </w:r>
            <w:r w:rsidR="005A6917" w:rsidRPr="00BA3835">
              <w:rPr>
                <w:b w:val="0"/>
                <w:sz w:val="24"/>
                <w:szCs w:val="24"/>
              </w:rPr>
              <w:t>ok I, II,</w:t>
            </w:r>
            <w:r w:rsidR="001315A8">
              <w:rPr>
                <w:b w:val="0"/>
                <w:sz w:val="24"/>
                <w:szCs w:val="24"/>
              </w:rPr>
              <w:t xml:space="preserve"> </w:t>
            </w:r>
            <w:r w:rsidR="00FD26CA" w:rsidRPr="00BA3835">
              <w:rPr>
                <w:b w:val="0"/>
                <w:sz w:val="24"/>
                <w:szCs w:val="24"/>
              </w:rPr>
              <w:t>III</w:t>
            </w:r>
            <w:r w:rsidR="001315A8">
              <w:rPr>
                <w:b w:val="0"/>
                <w:sz w:val="24"/>
                <w:szCs w:val="24"/>
              </w:rPr>
              <w:t>,</w:t>
            </w:r>
            <w:r w:rsidR="005A6917" w:rsidRPr="00BA3835">
              <w:rPr>
                <w:b w:val="0"/>
                <w:sz w:val="24"/>
                <w:szCs w:val="24"/>
              </w:rPr>
              <w:t xml:space="preserve"> semestr 1, 2, 3, 4</w:t>
            </w:r>
            <w:r w:rsidR="00FD26CA" w:rsidRPr="00BA3835">
              <w:rPr>
                <w:b w:val="0"/>
                <w:sz w:val="24"/>
                <w:szCs w:val="24"/>
              </w:rPr>
              <w:t>,</w:t>
            </w:r>
            <w:r w:rsidR="001315A8">
              <w:rPr>
                <w:b w:val="0"/>
                <w:sz w:val="24"/>
                <w:szCs w:val="24"/>
              </w:rPr>
              <w:t xml:space="preserve"> </w:t>
            </w:r>
            <w:r w:rsidR="00FD26CA" w:rsidRPr="00BA3835">
              <w:rPr>
                <w:b w:val="0"/>
                <w:sz w:val="24"/>
                <w:szCs w:val="24"/>
              </w:rPr>
              <w:t>5,</w:t>
            </w:r>
            <w:r w:rsidR="00F875A5">
              <w:rPr>
                <w:b w:val="0"/>
                <w:sz w:val="24"/>
                <w:szCs w:val="24"/>
              </w:rPr>
              <w:t xml:space="preserve"> </w:t>
            </w:r>
            <w:r w:rsidR="00FD26CA" w:rsidRPr="00BA3835"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BA3835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70FC38E1" w:rsidR="0085747A" w:rsidRPr="00BA3835" w:rsidRDefault="00F875A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kształcenia </w:t>
            </w:r>
            <w:r w:rsidR="005A6917" w:rsidRPr="00BA3835">
              <w:rPr>
                <w:b w:val="0"/>
                <w:sz w:val="24"/>
                <w:szCs w:val="24"/>
              </w:rPr>
              <w:t>ogóln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BA3835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BA383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BA3835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BA3835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BA38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327005C" w:rsidR="0085747A" w:rsidRPr="00BA3835" w:rsidRDefault="006B2962" w:rsidP="0041777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dr </w:t>
            </w:r>
            <w:r w:rsidR="00417773">
              <w:rPr>
                <w:b w:val="0"/>
                <w:sz w:val="24"/>
                <w:szCs w:val="24"/>
              </w:rPr>
              <w:t>Marta Kobylska</w:t>
            </w:r>
          </w:p>
        </w:tc>
      </w:tr>
      <w:tr w:rsidR="0016656C" w:rsidRPr="00BA3835" w14:paraId="7A28B2FA" w14:textId="77777777" w:rsidTr="00B819C8">
        <w:tc>
          <w:tcPr>
            <w:tcW w:w="2694" w:type="dxa"/>
            <w:vAlign w:val="center"/>
          </w:tcPr>
          <w:p w14:paraId="6B5E7C72" w14:textId="77777777" w:rsidR="0016656C" w:rsidRPr="00BA3835" w:rsidRDefault="0016656C" w:rsidP="0016656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B6C7489" w:rsidR="0016656C" w:rsidRPr="00BA3835" w:rsidRDefault="0016656C" w:rsidP="0041777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dr </w:t>
            </w:r>
            <w:r w:rsidR="00417773">
              <w:rPr>
                <w:b w:val="0"/>
                <w:sz w:val="24"/>
                <w:szCs w:val="24"/>
              </w:rPr>
              <w:t>Marta Kobylska</w:t>
            </w:r>
          </w:p>
        </w:tc>
      </w:tr>
    </w:tbl>
    <w:p w14:paraId="06671629" w14:textId="77777777" w:rsidR="0085747A" w:rsidRPr="00BA3835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A3835">
        <w:rPr>
          <w:sz w:val="24"/>
          <w:szCs w:val="24"/>
        </w:rPr>
        <w:t xml:space="preserve">* </w:t>
      </w:r>
      <w:r w:rsidRPr="00BA3835">
        <w:rPr>
          <w:i/>
          <w:sz w:val="24"/>
          <w:szCs w:val="24"/>
        </w:rPr>
        <w:t>-</w:t>
      </w:r>
      <w:r w:rsidR="00B90885" w:rsidRPr="00BA3835">
        <w:rPr>
          <w:b w:val="0"/>
          <w:i/>
          <w:sz w:val="24"/>
          <w:szCs w:val="24"/>
        </w:rPr>
        <w:t>opcjonalni</w:t>
      </w:r>
      <w:r w:rsidR="00B90885" w:rsidRPr="00BA3835">
        <w:rPr>
          <w:b w:val="0"/>
          <w:sz w:val="24"/>
          <w:szCs w:val="24"/>
        </w:rPr>
        <w:t>e,</w:t>
      </w:r>
      <w:r w:rsidRPr="00BA3835">
        <w:rPr>
          <w:i/>
          <w:sz w:val="24"/>
          <w:szCs w:val="24"/>
        </w:rPr>
        <w:t xml:space="preserve"> </w:t>
      </w:r>
      <w:r w:rsidRPr="00BA3835">
        <w:rPr>
          <w:b w:val="0"/>
          <w:i/>
          <w:sz w:val="24"/>
          <w:szCs w:val="24"/>
        </w:rPr>
        <w:t xml:space="preserve">zgodnie z ustaleniami </w:t>
      </w:r>
      <w:r w:rsidR="00B90885" w:rsidRPr="00BA3835">
        <w:rPr>
          <w:b w:val="0"/>
          <w:i/>
          <w:sz w:val="24"/>
          <w:szCs w:val="24"/>
        </w:rPr>
        <w:t>w Jednostce</w:t>
      </w:r>
    </w:p>
    <w:p w14:paraId="3BC9E7C1" w14:textId="77777777" w:rsidR="00923D7D" w:rsidRPr="00BA3835" w:rsidRDefault="00923D7D" w:rsidP="009C54AE">
      <w:pPr>
        <w:pStyle w:val="Podpunkty"/>
        <w:ind w:left="0"/>
        <w:rPr>
          <w:sz w:val="24"/>
          <w:szCs w:val="24"/>
        </w:rPr>
      </w:pPr>
    </w:p>
    <w:p w14:paraId="4BCCAE2E" w14:textId="13700E66" w:rsidR="0085747A" w:rsidRPr="00BA3835" w:rsidRDefault="0085747A" w:rsidP="009C54AE">
      <w:pPr>
        <w:pStyle w:val="Podpunkty"/>
        <w:ind w:left="284"/>
        <w:rPr>
          <w:sz w:val="24"/>
          <w:szCs w:val="24"/>
        </w:rPr>
      </w:pPr>
      <w:r w:rsidRPr="00BA3835">
        <w:rPr>
          <w:sz w:val="24"/>
          <w:szCs w:val="24"/>
        </w:rPr>
        <w:t>1.</w:t>
      </w:r>
      <w:r w:rsidR="00E22FBC" w:rsidRPr="00BA3835">
        <w:rPr>
          <w:sz w:val="24"/>
          <w:szCs w:val="24"/>
        </w:rPr>
        <w:t>1</w:t>
      </w:r>
      <w:r w:rsidRPr="00BA3835">
        <w:rPr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BA3835" w:rsidRDefault="0045566A" w:rsidP="009C54AE">
      <w:pPr>
        <w:pStyle w:val="Podpunkty"/>
        <w:ind w:left="284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45566A" w:rsidRPr="00BA3835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Semestr</w:t>
            </w:r>
          </w:p>
          <w:p w14:paraId="12C5BFF3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A3835">
              <w:rPr>
                <w:szCs w:val="24"/>
              </w:rPr>
              <w:t>Wykł</w:t>
            </w:r>
            <w:proofErr w:type="spellEnd"/>
            <w:r w:rsidRPr="00BA3835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A3835">
              <w:rPr>
                <w:szCs w:val="24"/>
              </w:rPr>
              <w:t>Konw</w:t>
            </w:r>
            <w:proofErr w:type="spellEnd"/>
            <w:r w:rsidRPr="00BA3835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A3835">
              <w:rPr>
                <w:szCs w:val="24"/>
              </w:rPr>
              <w:t>Sem</w:t>
            </w:r>
            <w:proofErr w:type="spellEnd"/>
            <w:r w:rsidRPr="00BA3835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A3835">
              <w:rPr>
                <w:szCs w:val="24"/>
              </w:rPr>
              <w:t>Prakt</w:t>
            </w:r>
            <w:proofErr w:type="spellEnd"/>
            <w:r w:rsidRPr="00BA3835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A3835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BA3835" w:rsidRDefault="0045566A" w:rsidP="00B90AF5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A3835">
              <w:rPr>
                <w:b/>
                <w:szCs w:val="24"/>
              </w:rPr>
              <w:t>Liczba pkt. ECTS</w:t>
            </w:r>
          </w:p>
        </w:tc>
      </w:tr>
      <w:tr w:rsidR="0045566A" w:rsidRPr="00BA3835" w14:paraId="0F166577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80F0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2CF89060" w:rsidR="0045566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2</w:t>
            </w:r>
          </w:p>
        </w:tc>
      </w:tr>
      <w:tr w:rsidR="0045566A" w:rsidRPr="00BA3835" w14:paraId="38C9C2B0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31D6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56C785BF" w:rsidR="0045566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2</w:t>
            </w:r>
          </w:p>
        </w:tc>
      </w:tr>
      <w:tr w:rsidR="0045566A" w:rsidRPr="00BA3835" w14:paraId="1C71AF5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EB8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3F62C62E" w:rsidR="0045566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2</w:t>
            </w:r>
          </w:p>
        </w:tc>
      </w:tr>
      <w:tr w:rsidR="0045566A" w:rsidRPr="00BA3835" w14:paraId="6369F03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46F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BA3835" w:rsidRDefault="0045566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4B59ABBA" w:rsidR="0045566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2</w:t>
            </w:r>
          </w:p>
        </w:tc>
      </w:tr>
      <w:tr w:rsidR="00FD26CA" w:rsidRPr="00BA3835" w14:paraId="235C5EF7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F356" w14:textId="29B3E261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0043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1E5" w14:textId="74E796EA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29F1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BDAC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2F05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D438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367E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6AEB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AFD6" w14:textId="773C6343" w:rsidR="00FD26CA" w:rsidRPr="00BA3835" w:rsidRDefault="003478EE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D26CA" w:rsidRPr="00BA3835" w14:paraId="6C3D0ECF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617F" w14:textId="7D6E17BA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31C8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AE09" w14:textId="4CB4F02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43B9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960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586B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D41E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552C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3D65" w14:textId="77777777" w:rsidR="00FD26CA" w:rsidRPr="00BA3835" w:rsidRDefault="00FD26C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1F4F" w14:textId="6FB0957A" w:rsidR="00FD26CA" w:rsidRPr="00BA3835" w:rsidRDefault="003478EE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A03DA" w:rsidRPr="00BA3835" w14:paraId="4C40950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E44C" w14:textId="34CF878A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6679625E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1</w:t>
            </w:r>
            <w:r w:rsidR="00FD26CA" w:rsidRPr="00BA3835">
              <w:rPr>
                <w:sz w:val="24"/>
                <w:szCs w:val="24"/>
              </w:rPr>
              <w:t>8</w:t>
            </w:r>
            <w:r w:rsidRPr="00BA3835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BA3835" w:rsidRDefault="000A03DA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540234F1" w:rsidR="000A03DA" w:rsidRPr="00BA3835" w:rsidRDefault="005A606C" w:rsidP="00B90A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1</w:t>
            </w:r>
            <w:r w:rsidR="003478EE">
              <w:rPr>
                <w:sz w:val="24"/>
                <w:szCs w:val="24"/>
              </w:rPr>
              <w:t>4</w:t>
            </w:r>
          </w:p>
        </w:tc>
      </w:tr>
    </w:tbl>
    <w:p w14:paraId="501AB829" w14:textId="77777777" w:rsidR="00923D7D" w:rsidRPr="00BA3835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2C17E186" w14:textId="77777777" w:rsidR="0085747A" w:rsidRPr="00BA383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A3835">
        <w:rPr>
          <w:smallCaps w:val="0"/>
          <w:szCs w:val="24"/>
        </w:rPr>
        <w:t>1.</w:t>
      </w:r>
      <w:r w:rsidR="00E22FBC" w:rsidRPr="00BA3835">
        <w:rPr>
          <w:smallCaps w:val="0"/>
          <w:szCs w:val="24"/>
        </w:rPr>
        <w:t>2</w:t>
      </w:r>
      <w:r w:rsidR="00F83B28" w:rsidRPr="00BA3835">
        <w:rPr>
          <w:smallCaps w:val="0"/>
          <w:szCs w:val="24"/>
        </w:rPr>
        <w:t>.</w:t>
      </w:r>
      <w:r w:rsidR="00F83B28" w:rsidRPr="00BA3835">
        <w:rPr>
          <w:smallCaps w:val="0"/>
          <w:szCs w:val="24"/>
        </w:rPr>
        <w:tab/>
      </w:r>
      <w:r w:rsidRPr="00BA3835">
        <w:rPr>
          <w:smallCaps w:val="0"/>
          <w:szCs w:val="24"/>
        </w:rPr>
        <w:t xml:space="preserve">Sposób realizacji zajęć  </w:t>
      </w:r>
    </w:p>
    <w:p w14:paraId="2B33A959" w14:textId="57181686" w:rsidR="0085747A" w:rsidRPr="00BA3835" w:rsidRDefault="006711FD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A3835">
        <w:rPr>
          <w:b w:val="0"/>
          <w:smallCaps w:val="0"/>
          <w:szCs w:val="24"/>
        </w:rPr>
        <w:t xml:space="preserve">X </w:t>
      </w:r>
      <w:r w:rsidR="0085747A" w:rsidRPr="00BA3835">
        <w:rPr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BA3835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73FAB6B7" w14:textId="36BDC816" w:rsidR="00E960BB" w:rsidRPr="00C106B8" w:rsidRDefault="00E22FBC" w:rsidP="00C106B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BA3835">
        <w:rPr>
          <w:smallCaps w:val="0"/>
          <w:szCs w:val="24"/>
        </w:rPr>
        <w:t xml:space="preserve">1.3 </w:t>
      </w:r>
      <w:r w:rsidR="00F83B28" w:rsidRPr="00BA3835">
        <w:rPr>
          <w:smallCaps w:val="0"/>
          <w:szCs w:val="24"/>
        </w:rPr>
        <w:tab/>
      </w:r>
      <w:r w:rsidRPr="00BA3835">
        <w:rPr>
          <w:smallCaps w:val="0"/>
          <w:szCs w:val="24"/>
        </w:rPr>
        <w:t>For</w:t>
      </w:r>
      <w:r w:rsidR="00445970" w:rsidRPr="00BA3835">
        <w:rPr>
          <w:smallCaps w:val="0"/>
          <w:szCs w:val="24"/>
        </w:rPr>
        <w:t xml:space="preserve">ma zaliczenia przedmiotu </w:t>
      </w:r>
      <w:r w:rsidR="00F875A5">
        <w:rPr>
          <w:smallCaps w:val="0"/>
          <w:szCs w:val="24"/>
        </w:rPr>
        <w:t xml:space="preserve">(z toku): </w:t>
      </w:r>
      <w:r w:rsidR="00F875A5">
        <w:rPr>
          <w:b w:val="0"/>
          <w:bCs/>
          <w:smallCaps w:val="0"/>
          <w:szCs w:val="24"/>
        </w:rPr>
        <w:t>z</w:t>
      </w:r>
      <w:r w:rsidR="003035BB" w:rsidRPr="00BA3835">
        <w:rPr>
          <w:b w:val="0"/>
          <w:bCs/>
          <w:smallCaps w:val="0"/>
          <w:szCs w:val="24"/>
        </w:rPr>
        <w:t>aliczenie z oceną</w:t>
      </w:r>
    </w:p>
    <w:p w14:paraId="74407DA4" w14:textId="77777777" w:rsidR="00E960BB" w:rsidRPr="00BA3835" w:rsidRDefault="0085747A" w:rsidP="009C54AE">
      <w:pPr>
        <w:pStyle w:val="Punktygwne"/>
        <w:spacing w:before="0" w:after="0"/>
        <w:rPr>
          <w:szCs w:val="24"/>
        </w:rPr>
      </w:pPr>
      <w:r w:rsidRPr="00BA3835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A3835" w14:paraId="3A706F80" w14:textId="77777777" w:rsidTr="00745302">
        <w:tc>
          <w:tcPr>
            <w:tcW w:w="9670" w:type="dxa"/>
          </w:tcPr>
          <w:p w14:paraId="329C8A3F" w14:textId="7A25284C" w:rsidR="0085747A" w:rsidRPr="00BA3835" w:rsidRDefault="006711FD" w:rsidP="007C253B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74FA3927" w14:textId="77777777" w:rsidR="00F875A5" w:rsidRDefault="00F875A5" w:rsidP="009C54AE">
      <w:pPr>
        <w:pStyle w:val="Punktygwne"/>
        <w:spacing w:before="0" w:after="0"/>
        <w:rPr>
          <w:szCs w:val="24"/>
        </w:rPr>
      </w:pPr>
    </w:p>
    <w:p w14:paraId="69528ADD" w14:textId="572E365D" w:rsidR="0085747A" w:rsidRPr="00BA3835" w:rsidRDefault="0071620A" w:rsidP="009C54AE">
      <w:pPr>
        <w:pStyle w:val="Punktygwne"/>
        <w:spacing w:before="0" w:after="0"/>
        <w:rPr>
          <w:szCs w:val="24"/>
        </w:rPr>
      </w:pPr>
      <w:r w:rsidRPr="00BA3835">
        <w:rPr>
          <w:szCs w:val="24"/>
        </w:rPr>
        <w:t>3.</w:t>
      </w:r>
      <w:r w:rsidR="0085747A" w:rsidRPr="00BA3835">
        <w:rPr>
          <w:szCs w:val="24"/>
        </w:rPr>
        <w:t xml:space="preserve"> </w:t>
      </w:r>
      <w:r w:rsidR="00A84C85" w:rsidRPr="00BA3835">
        <w:rPr>
          <w:szCs w:val="24"/>
        </w:rPr>
        <w:t>cele, efekty uczenia się</w:t>
      </w:r>
      <w:r w:rsidR="0085747A" w:rsidRPr="00BA3835">
        <w:rPr>
          <w:szCs w:val="24"/>
        </w:rPr>
        <w:t>, treści Programowe i stosowane metody Dydaktyczne</w:t>
      </w:r>
    </w:p>
    <w:p w14:paraId="1EA642BD" w14:textId="77777777" w:rsidR="0085747A" w:rsidRPr="00BA3835" w:rsidRDefault="0085747A" w:rsidP="009C54AE">
      <w:pPr>
        <w:pStyle w:val="Punktygwne"/>
        <w:spacing w:before="0" w:after="0"/>
        <w:rPr>
          <w:szCs w:val="24"/>
        </w:rPr>
      </w:pPr>
    </w:p>
    <w:p w14:paraId="6B5B0933" w14:textId="77777777" w:rsidR="0085747A" w:rsidRPr="00BA3835" w:rsidRDefault="0071620A" w:rsidP="009C54AE">
      <w:pPr>
        <w:pStyle w:val="Podpunkty"/>
        <w:rPr>
          <w:sz w:val="24"/>
          <w:szCs w:val="24"/>
        </w:rPr>
      </w:pPr>
      <w:r w:rsidRPr="00BA3835">
        <w:rPr>
          <w:sz w:val="24"/>
          <w:szCs w:val="24"/>
        </w:rPr>
        <w:t xml:space="preserve">3.1 </w:t>
      </w:r>
      <w:r w:rsidR="00C05F44" w:rsidRPr="00BA3835">
        <w:rPr>
          <w:sz w:val="24"/>
          <w:szCs w:val="24"/>
        </w:rPr>
        <w:t>Cele przedmiotu</w:t>
      </w:r>
    </w:p>
    <w:p w14:paraId="1E7CE0BE" w14:textId="77777777" w:rsidR="00F83B28" w:rsidRPr="00BA3835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A3835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BA3835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29B1C644" w:rsidR="0085747A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Rozwijanie czterech sprawności językowych (rozumienie ze słuchu,</w:t>
            </w:r>
            <w:r w:rsidRPr="00BA3835">
              <w:rPr>
                <w:b w:val="0"/>
                <w:smallCaps/>
                <w:sz w:val="24"/>
                <w:szCs w:val="24"/>
              </w:rPr>
              <w:t xml:space="preserve"> </w:t>
            </w:r>
            <w:r w:rsidRPr="00BA3835">
              <w:rPr>
                <w:b w:val="0"/>
                <w:sz w:val="24"/>
                <w:szCs w:val="24"/>
              </w:rPr>
              <w:t>rozumienie tekstu czytanego, tworzenie wypowiedzi ustnych i</w:t>
            </w:r>
            <w:r w:rsidRPr="00BA3835">
              <w:rPr>
                <w:b w:val="0"/>
                <w:smallCaps/>
                <w:sz w:val="24"/>
                <w:szCs w:val="24"/>
              </w:rPr>
              <w:t xml:space="preserve"> </w:t>
            </w:r>
            <w:r w:rsidRPr="00BA3835">
              <w:rPr>
                <w:b w:val="0"/>
                <w:sz w:val="24"/>
                <w:szCs w:val="24"/>
              </w:rPr>
              <w:t>pisemnych) w ramach kształcenia kompetencji komunikacyjnej na</w:t>
            </w:r>
            <w:r w:rsidRPr="00BA3835">
              <w:rPr>
                <w:b w:val="0"/>
                <w:smallCaps/>
                <w:sz w:val="24"/>
                <w:szCs w:val="24"/>
              </w:rPr>
              <w:t xml:space="preserve"> </w:t>
            </w:r>
            <w:r w:rsidRPr="00BA3835">
              <w:rPr>
                <w:b w:val="0"/>
                <w:sz w:val="24"/>
                <w:szCs w:val="24"/>
              </w:rPr>
              <w:t>poziomie B2</w:t>
            </w:r>
            <w:r w:rsidR="00C106B8">
              <w:rPr>
                <w:b w:val="0"/>
                <w:sz w:val="24"/>
                <w:szCs w:val="24"/>
              </w:rPr>
              <w:t>+</w:t>
            </w:r>
            <w:r w:rsidR="00F875A5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BA3835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BA3835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A3835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BA3835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BA3835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C</w:t>
            </w:r>
            <w:r w:rsidR="00121A87" w:rsidRPr="00BA383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BA3835">
              <w:rPr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BA3835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1007FD3F" w:rsidR="00121A87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F875A5">
              <w:rPr>
                <w:b w:val="0"/>
                <w:sz w:val="24"/>
                <w:szCs w:val="24"/>
              </w:rPr>
              <w:t>psychologii</w:t>
            </w:r>
            <w:r w:rsidRPr="00BA3835">
              <w:rPr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BA3835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BA3835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A3835">
              <w:rPr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BA3835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7157FB0" w14:textId="77777777" w:rsidR="001D7B54" w:rsidRPr="00BA3835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A3835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A3835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A3835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A3835">
        <w:rPr>
          <w:rFonts w:ascii="Times New Roman" w:hAnsi="Times New Roman"/>
          <w:b/>
          <w:sz w:val="24"/>
          <w:szCs w:val="24"/>
        </w:rPr>
        <w:t>dla przedmiotu</w:t>
      </w:r>
      <w:r w:rsidR="00445970" w:rsidRPr="00BA3835">
        <w:rPr>
          <w:rFonts w:ascii="Times New Roman" w:hAnsi="Times New Roman"/>
          <w:sz w:val="24"/>
          <w:szCs w:val="24"/>
        </w:rPr>
        <w:t xml:space="preserve"> </w:t>
      </w:r>
    </w:p>
    <w:p w14:paraId="5ED038E2" w14:textId="77777777" w:rsidR="001D7B54" w:rsidRPr="00BA3835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A3835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BA383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smallCaps w:val="0"/>
                <w:szCs w:val="24"/>
              </w:rPr>
              <w:t>EK</w:t>
            </w:r>
            <w:r w:rsidR="00A84C85" w:rsidRPr="00BA3835">
              <w:rPr>
                <w:b w:val="0"/>
                <w:smallCaps w:val="0"/>
                <w:szCs w:val="24"/>
              </w:rPr>
              <w:t xml:space="preserve"> (</w:t>
            </w:r>
            <w:r w:rsidR="00C05F44" w:rsidRPr="00BA3835">
              <w:rPr>
                <w:b w:val="0"/>
                <w:smallCaps w:val="0"/>
                <w:szCs w:val="24"/>
              </w:rPr>
              <w:t>efekt uczenia się</w:t>
            </w:r>
            <w:r w:rsidR="00B82308" w:rsidRPr="00BA3835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24EC1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A3835">
              <w:rPr>
                <w:b w:val="0"/>
                <w:smallCaps w:val="0"/>
                <w:szCs w:val="24"/>
              </w:rPr>
              <w:t xml:space="preserve">uczenia się </w:t>
            </w:r>
            <w:r w:rsidRPr="00BA3835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0FF9A258" w14:textId="77777777" w:rsidR="00F875A5" w:rsidRDefault="00F875A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1A52E7E" w14:textId="50017202" w:rsidR="00F875A5" w:rsidRPr="00BA3835" w:rsidRDefault="00F875A5" w:rsidP="00F875A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BA3835" w:rsidRDefault="0085747A" w:rsidP="00F875A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Odniesienie do efektów  </w:t>
            </w:r>
            <w:r w:rsidR="00695CEB" w:rsidRPr="00BA3835">
              <w:rPr>
                <w:b w:val="0"/>
                <w:smallCaps w:val="0"/>
                <w:szCs w:val="24"/>
              </w:rPr>
              <w:t>k</w:t>
            </w:r>
            <w:r w:rsidRPr="00BA3835">
              <w:rPr>
                <w:b w:val="0"/>
                <w:smallCaps w:val="0"/>
                <w:szCs w:val="24"/>
              </w:rPr>
              <w:t xml:space="preserve">ierunkowych </w:t>
            </w:r>
            <w:r w:rsidR="0030395F" w:rsidRPr="00BA3835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A3835" w14:paraId="3286923B" w14:textId="77777777" w:rsidTr="004C3BD6">
        <w:tc>
          <w:tcPr>
            <w:tcW w:w="1680" w:type="dxa"/>
          </w:tcPr>
          <w:p w14:paraId="23DBA0D5" w14:textId="77777777" w:rsidR="0085747A" w:rsidRPr="00BA383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EK</w:t>
            </w:r>
            <w:r w:rsidRPr="00BA383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BB5DE1A" w14:textId="2953B867" w:rsidR="0085747A" w:rsidRPr="00A171D6" w:rsidRDefault="00DF0173" w:rsidP="00F875A5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A171D6">
              <w:rPr>
                <w:b w:val="0"/>
                <w:smallCaps w:val="0"/>
                <w:szCs w:val="24"/>
              </w:rPr>
              <w:t xml:space="preserve">otrafi </w:t>
            </w:r>
            <w:r>
              <w:rPr>
                <w:b w:val="0"/>
                <w:smallCaps w:val="0"/>
                <w:szCs w:val="24"/>
              </w:rPr>
              <w:t xml:space="preserve">biegle </w:t>
            </w:r>
            <w:r w:rsidR="00A171D6" w:rsidRPr="00A171D6">
              <w:rPr>
                <w:b w:val="0"/>
                <w:smallCaps w:val="0"/>
                <w:szCs w:val="24"/>
              </w:rPr>
              <w:t>posługiwać się umiejętnościami językowymi zgodn</w:t>
            </w:r>
            <w:r>
              <w:rPr>
                <w:b w:val="0"/>
                <w:smallCaps w:val="0"/>
                <w:szCs w:val="24"/>
              </w:rPr>
              <w:t>ymi</w:t>
            </w:r>
            <w:r w:rsidR="00A171D6" w:rsidRPr="00A171D6">
              <w:rPr>
                <w:b w:val="0"/>
                <w:smallCaps w:val="0"/>
                <w:szCs w:val="24"/>
              </w:rPr>
              <w:t xml:space="preserve"> z wymaganiami określonymi dla poziomu B2+ Europejskiego Systemu Opisu Kształcenia Językowego, posługiwać się specjalistyczną terminologią w obszarze psychologii</w:t>
            </w:r>
          </w:p>
        </w:tc>
        <w:tc>
          <w:tcPr>
            <w:tcW w:w="1865" w:type="dxa"/>
          </w:tcPr>
          <w:p w14:paraId="4B16534D" w14:textId="64E9B83C" w:rsidR="0085747A" w:rsidRPr="00BA3835" w:rsidRDefault="00121A8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K</w:t>
            </w:r>
            <w:r w:rsidR="00A171D6">
              <w:rPr>
                <w:b w:val="0"/>
                <w:smallCaps w:val="0"/>
                <w:szCs w:val="24"/>
              </w:rPr>
              <w:t>_U1</w:t>
            </w:r>
            <w:r w:rsidR="004C3BD6" w:rsidRPr="00BA3835">
              <w:rPr>
                <w:b w:val="0"/>
                <w:smallCaps w:val="0"/>
                <w:szCs w:val="24"/>
              </w:rPr>
              <w:t>4</w:t>
            </w:r>
          </w:p>
        </w:tc>
      </w:tr>
      <w:tr w:rsidR="00A171D6" w:rsidRPr="00BA3835" w14:paraId="13397804" w14:textId="77777777" w:rsidTr="004C3BD6">
        <w:tc>
          <w:tcPr>
            <w:tcW w:w="1680" w:type="dxa"/>
          </w:tcPr>
          <w:p w14:paraId="3667874B" w14:textId="57487AE7" w:rsidR="00A171D6" w:rsidRPr="00BA3835" w:rsidRDefault="00A171D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CBE2A67" w14:textId="64158B56" w:rsidR="00A171D6" w:rsidRPr="00A171D6" w:rsidRDefault="00DF0173" w:rsidP="00F875A5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u</w:t>
            </w:r>
            <w:r w:rsidR="00A171D6">
              <w:rPr>
                <w:b w:val="0"/>
                <w:smallCaps w:val="0"/>
                <w:szCs w:val="24"/>
              </w:rPr>
              <w:t xml:space="preserve">mie </w:t>
            </w:r>
            <w:r w:rsidR="00A171D6" w:rsidRPr="00A171D6">
              <w:rPr>
                <w:b w:val="0"/>
                <w:smallCaps w:val="0"/>
                <w:szCs w:val="24"/>
              </w:rPr>
              <w:t>zinterpretować tekst specjalistyczny z zakresu tematyki psychologicznej, zastosować specjalistyczne słownictwo w odpowiednim zakresie, wypowiedzieć się w formie werbalnej i pisemnej na wybrane tematy oraz przygotować wystąpienie z dziedziny psychologii w różnorodnych obszarach posługując się poprawnie terminologią psychologiczną w języku angielskim</w:t>
            </w:r>
          </w:p>
        </w:tc>
        <w:tc>
          <w:tcPr>
            <w:tcW w:w="1865" w:type="dxa"/>
          </w:tcPr>
          <w:p w14:paraId="666D894F" w14:textId="052047A8" w:rsidR="00A171D6" w:rsidRPr="00BA3835" w:rsidRDefault="00A171D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K_U23</w:t>
            </w:r>
          </w:p>
        </w:tc>
      </w:tr>
      <w:tr w:rsidR="0085747A" w:rsidRPr="00BA3835" w14:paraId="54389C0A" w14:textId="77777777" w:rsidTr="004C3BD6">
        <w:tc>
          <w:tcPr>
            <w:tcW w:w="1680" w:type="dxa"/>
          </w:tcPr>
          <w:p w14:paraId="6FA4B26E" w14:textId="78AB1795" w:rsidR="0085747A" w:rsidRPr="00BA3835" w:rsidRDefault="00C4202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D06114D" w14:textId="79F4C149" w:rsidR="00B17AFA" w:rsidRPr="00BA3835" w:rsidRDefault="00DF0173" w:rsidP="00F875A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</w:t>
            </w:r>
            <w:r w:rsidR="00B17AFA" w:rsidRPr="00BA3835">
              <w:rPr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1C5E0D5D" w14:textId="201DDA3C" w:rsidR="0085747A" w:rsidRPr="00BA3835" w:rsidRDefault="00B17AFA" w:rsidP="00B9253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i umiejętności oraz motywacji do samokształcenia i samorozwoju w zakresie języka angielskiego z terminologią </w:t>
            </w:r>
            <w:r w:rsidR="00DF0173">
              <w:rPr>
                <w:b w:val="0"/>
                <w:smallCaps w:val="0"/>
                <w:szCs w:val="24"/>
              </w:rPr>
              <w:t>psychologiczną</w:t>
            </w:r>
          </w:p>
        </w:tc>
        <w:tc>
          <w:tcPr>
            <w:tcW w:w="1865" w:type="dxa"/>
          </w:tcPr>
          <w:p w14:paraId="5F3375BC" w14:textId="198C9275" w:rsidR="0085747A" w:rsidRPr="00BA3835" w:rsidRDefault="00A81E0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K</w:t>
            </w:r>
            <w:r w:rsidR="00A171D6">
              <w:rPr>
                <w:b w:val="0"/>
                <w:smallCaps w:val="0"/>
                <w:szCs w:val="24"/>
              </w:rPr>
              <w:t>_K13</w:t>
            </w:r>
          </w:p>
        </w:tc>
      </w:tr>
    </w:tbl>
    <w:p w14:paraId="7D2BAF4D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D54AD38" w14:textId="77777777" w:rsidR="0099450E" w:rsidRPr="00DF0173" w:rsidRDefault="0099450E" w:rsidP="00DF017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F115C3" w14:textId="0565C99D" w:rsidR="0085747A" w:rsidRPr="00BA3835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A3835">
        <w:rPr>
          <w:rFonts w:ascii="Times New Roman" w:hAnsi="Times New Roman"/>
          <w:b/>
          <w:sz w:val="24"/>
          <w:szCs w:val="24"/>
        </w:rPr>
        <w:t>3.3</w:t>
      </w:r>
      <w:r w:rsidR="001D7B54" w:rsidRPr="00BA3835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A3835">
        <w:rPr>
          <w:rFonts w:ascii="Times New Roman" w:hAnsi="Times New Roman"/>
          <w:b/>
          <w:sz w:val="24"/>
          <w:szCs w:val="24"/>
        </w:rPr>
        <w:t>T</w:t>
      </w:r>
      <w:r w:rsidR="001D7B54" w:rsidRPr="00BA3835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A3835">
        <w:rPr>
          <w:rFonts w:ascii="Times New Roman" w:hAnsi="Times New Roman"/>
          <w:sz w:val="24"/>
          <w:szCs w:val="24"/>
        </w:rPr>
        <w:t xml:space="preserve">  </w:t>
      </w:r>
    </w:p>
    <w:p w14:paraId="23923568" w14:textId="499BFEF6" w:rsidR="009D22D0" w:rsidRPr="00C106B8" w:rsidRDefault="0085747A" w:rsidP="00C106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A3835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A3835" w14:paraId="0AD6F1E9" w14:textId="77777777" w:rsidTr="00720AF9">
        <w:tc>
          <w:tcPr>
            <w:tcW w:w="9520" w:type="dxa"/>
          </w:tcPr>
          <w:p w14:paraId="6641F167" w14:textId="77777777" w:rsidR="0085747A" w:rsidRPr="00BA383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BA3835" w14:paraId="0D6E225A" w14:textId="77777777" w:rsidTr="00720AF9">
        <w:tc>
          <w:tcPr>
            <w:tcW w:w="9520" w:type="dxa"/>
          </w:tcPr>
          <w:p w14:paraId="730B23ED" w14:textId="77777777" w:rsidR="0085747A" w:rsidRPr="00BA383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880E2E" w14:textId="77777777" w:rsidR="0085747A" w:rsidRPr="00BA3835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8D5ECA" w14:textId="25A3E5D5" w:rsidR="0085747A" w:rsidRPr="00C106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3835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A3835">
        <w:rPr>
          <w:rFonts w:ascii="Times New Roman" w:hAnsi="Times New Roman"/>
          <w:sz w:val="24"/>
          <w:szCs w:val="24"/>
        </w:rPr>
        <w:t xml:space="preserve">, </w:t>
      </w:r>
      <w:r w:rsidRPr="00BA3835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A3835" w14:paraId="4393A657" w14:textId="77777777" w:rsidTr="00B80F4C">
        <w:tc>
          <w:tcPr>
            <w:tcW w:w="9520" w:type="dxa"/>
          </w:tcPr>
          <w:p w14:paraId="387A36C3" w14:textId="77777777" w:rsidR="0085747A" w:rsidRPr="00BA383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72E4D" w:rsidRPr="00BA3835" w14:paraId="3417A695" w14:textId="77777777" w:rsidTr="00B80F4C">
        <w:tc>
          <w:tcPr>
            <w:tcW w:w="9520" w:type="dxa"/>
          </w:tcPr>
          <w:p w14:paraId="126126BC" w14:textId="2B95489C" w:rsidR="009D22D0" w:rsidRPr="00BA3835" w:rsidRDefault="00C72E4D" w:rsidP="009D22D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Studia na uniwersytecie. Życie studenckie. St</w:t>
            </w:r>
            <w:r w:rsidR="009D22D0">
              <w:rPr>
                <w:rFonts w:ascii="Times New Roman" w:hAnsi="Times New Roman"/>
                <w:sz w:val="24"/>
                <w:szCs w:val="24"/>
              </w:rPr>
              <w:t xml:space="preserve">ruktura organizacyjna uczelni.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Relacjonowanie z elementami dyskusji; typowe zwroty</w:t>
            </w:r>
            <w:r w:rsidR="009D22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i wyrażenia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620975D4" w14:textId="77777777" w:rsidTr="00B80F4C">
        <w:tc>
          <w:tcPr>
            <w:tcW w:w="9520" w:type="dxa"/>
          </w:tcPr>
          <w:p w14:paraId="0A5E6305" w14:textId="43A68BFB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5E0313EC" w14:textId="77777777" w:rsidTr="00B80F4C">
        <w:tc>
          <w:tcPr>
            <w:tcW w:w="9520" w:type="dxa"/>
          </w:tcPr>
          <w:p w14:paraId="1FFA3D01" w14:textId="6754F798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Udział studentów w życiu społecznym. Praca z tekstem oryginalnym; translacja, streszczenie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7BA81422" w14:textId="77777777" w:rsidTr="00B80F4C">
        <w:tc>
          <w:tcPr>
            <w:tcW w:w="9520" w:type="dxa"/>
          </w:tcPr>
          <w:p w14:paraId="74264814" w14:textId="34CDBBB0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Zdrowie i zdrowy styl życia. Argumentacja podczas dyskusji; argumentacja w wypowiedzi pisemnej</w:t>
            </w:r>
            <w:r w:rsidR="009D22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26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indywidualne projekty studentów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62943677" w14:textId="77777777" w:rsidTr="00B80F4C">
        <w:tc>
          <w:tcPr>
            <w:tcW w:w="9520" w:type="dxa"/>
          </w:tcPr>
          <w:p w14:paraId="39934A3F" w14:textId="6808D5A6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Media jako czynn</w:t>
            </w:r>
            <w:r w:rsidR="00C52FA1">
              <w:rPr>
                <w:rFonts w:ascii="Times New Roman" w:hAnsi="Times New Roman"/>
                <w:sz w:val="24"/>
                <w:szCs w:val="24"/>
              </w:rPr>
              <w:t>ik kształtujący opinię publiczną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. Praca </w:t>
            </w:r>
            <w:r w:rsidR="003D39AA" w:rsidRPr="00BA3835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481225AB" w14:textId="77777777" w:rsidTr="00B80F4C">
        <w:tc>
          <w:tcPr>
            <w:tcW w:w="9520" w:type="dxa"/>
          </w:tcPr>
          <w:p w14:paraId="21B8C2B4" w14:textId="0CFE9F09" w:rsidR="007C253B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Wydarzenia polityczne, gospodarcze i społeczne na świecie w odniesieniu do życia młodych ludzi. Teksty oryginalne i możliwości translacyjne –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tradycyjne i z wykorzystaniem translatorów elektronicznych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wady i zalety)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291A6AC5" w14:textId="77777777" w:rsidTr="00B80F4C">
        <w:tc>
          <w:tcPr>
            <w:tcW w:w="9520" w:type="dxa"/>
          </w:tcPr>
          <w:p w14:paraId="440258EE" w14:textId="0A9F3E59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Problemy współczesnych społeczeństw. Projekt indywidualny studentów na wybrany temat (np. </w:t>
            </w:r>
            <w:r w:rsidRPr="00BA3835">
              <w:rPr>
                <w:rFonts w:ascii="Times New Roman" w:hAnsi="Times New Roman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 w:rsidRPr="00BA383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72E4D" w:rsidRPr="00BA3835" w14:paraId="23FE186C" w14:textId="77777777" w:rsidTr="00B80F4C">
        <w:tc>
          <w:tcPr>
            <w:tcW w:w="9520" w:type="dxa"/>
          </w:tcPr>
          <w:p w14:paraId="1123C30A" w14:textId="2627069C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Podróże jako forma spędzania czasu wolnego. Rola nauki języków obcych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26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dyskusja na forum grupy (typowe zwroty i wyrażenia)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1D0D24E1" w14:textId="77777777" w:rsidTr="00B80F4C">
        <w:tc>
          <w:tcPr>
            <w:tcW w:w="9520" w:type="dxa"/>
          </w:tcPr>
          <w:p w14:paraId="032E29FB" w14:textId="72DEF37C" w:rsidR="00C72E4D" w:rsidRPr="00BA3835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</w:t>
            </w:r>
            <w:r w:rsidR="00F66EDF" w:rsidRPr="00BA3835">
              <w:rPr>
                <w:rFonts w:ascii="Times New Roman" w:hAnsi="Times New Roman"/>
                <w:sz w:val="24"/>
                <w:szCs w:val="24"/>
              </w:rPr>
              <w:t>sychologia</w:t>
            </w:r>
            <w:r w:rsidR="00732CA8" w:rsidRPr="00BA3835">
              <w:rPr>
                <w:rFonts w:ascii="Times New Roman" w:hAnsi="Times New Roman"/>
                <w:sz w:val="24"/>
                <w:szCs w:val="24"/>
              </w:rPr>
              <w:t xml:space="preserve"> jako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nauka zajmująca się 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pomaganiem,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wychowaniem i kszta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łceniem oraz teoria wychowania.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Typowe zwroty stosowane w definiowaniu. Naukowe źródła bibliograficzne obcojęzyczne, sporządzanie przypisów (zastosowanie w pisaniu referatów i prac dyplomowych)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0985D7DE" w14:textId="77777777" w:rsidTr="00B80F4C">
        <w:tc>
          <w:tcPr>
            <w:tcW w:w="9520" w:type="dxa"/>
          </w:tcPr>
          <w:p w14:paraId="05402987" w14:textId="3BAE85C1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Wybrane problemy społeczne. </w:t>
            </w:r>
            <w:r w:rsidR="00C52FA1">
              <w:rPr>
                <w:rFonts w:ascii="Times New Roman" w:hAnsi="Times New Roman"/>
                <w:sz w:val="24"/>
                <w:szCs w:val="24"/>
              </w:rPr>
              <w:t>Problemy współczesnej psychologii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. Przygotowanie dłuższej wypowiedzi pisemnej; projekt indywidualny studentów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00529AC8" w14:textId="77777777" w:rsidTr="00B80F4C">
        <w:tc>
          <w:tcPr>
            <w:tcW w:w="9520" w:type="dxa"/>
          </w:tcPr>
          <w:p w14:paraId="3E4BE30F" w14:textId="10E3F5B8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Studia z zakresu </w:t>
            </w:r>
            <w:r w:rsidR="00F66EDF" w:rsidRPr="00BA3835">
              <w:rPr>
                <w:rFonts w:ascii="Times New Roman" w:hAnsi="Times New Roman"/>
                <w:sz w:val="24"/>
                <w:szCs w:val="24"/>
              </w:rPr>
              <w:t>psychologii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26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możliwości zatrudnienia absolwenta w zależności od studiowanych specjalności. Dyskusja na forum grupy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0B3DC7E6" w14:textId="77777777" w:rsidTr="00B80F4C">
        <w:tc>
          <w:tcPr>
            <w:tcW w:w="9520" w:type="dxa"/>
          </w:tcPr>
          <w:p w14:paraId="344D10E8" w14:textId="355D170D" w:rsidR="00C72E4D" w:rsidRPr="00BA3835" w:rsidRDefault="00C52FA1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Teorie psychologiczne</w:t>
            </w:r>
            <w:r w:rsidR="00C72E4D" w:rsidRPr="00BA3835">
              <w:rPr>
                <w:rFonts w:ascii="Times New Roman" w:hAnsi="Times New Roman"/>
                <w:sz w:val="24"/>
                <w:szCs w:val="24"/>
              </w:rPr>
              <w:t>, przykłady:</w:t>
            </w:r>
          </w:p>
          <w:p w14:paraId="0B8E6462" w14:textId="1D09D259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etapy rozwoju człowieka,  </w:t>
            </w:r>
          </w:p>
          <w:p w14:paraId="70ADBDBE" w14:textId="50AC13C0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potrzeby człowieka na różnych etapach życia, </w:t>
            </w:r>
          </w:p>
          <w:p w14:paraId="72E661AB" w14:textId="747E9ECA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metody wychowawcze. Praca z tekstem oryginalnym</w:t>
            </w:r>
          </w:p>
        </w:tc>
      </w:tr>
      <w:tr w:rsidR="00C72E4D" w:rsidRPr="00BA3835" w14:paraId="71B9361E" w14:textId="77777777" w:rsidTr="00B80F4C">
        <w:tc>
          <w:tcPr>
            <w:tcW w:w="9520" w:type="dxa"/>
          </w:tcPr>
          <w:p w14:paraId="60C9DFEB" w14:textId="6E9C3D09" w:rsidR="00C72E4D" w:rsidRPr="00BA3835" w:rsidRDefault="00C52FA1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Teorie psychologiczne –</w:t>
            </w:r>
            <w:r w:rsidR="00C72E4D" w:rsidRPr="00BA3835">
              <w:rPr>
                <w:rFonts w:ascii="Times New Roman" w:hAnsi="Times New Roman"/>
                <w:sz w:val="24"/>
                <w:szCs w:val="24"/>
              </w:rPr>
              <w:t xml:space="preserve"> przykłady:</w:t>
            </w:r>
          </w:p>
          <w:p w14:paraId="3BA030E9" w14:textId="77777777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 profile psychologiczne – mężczyźni i kobiety,</w:t>
            </w:r>
          </w:p>
          <w:p w14:paraId="63132D2E" w14:textId="73027D63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- różnice 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indywidualne człowieka: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fizyczne, psychiczne, cechy charakteru</w:t>
            </w:r>
            <w:r w:rsidR="00DC74DF" w:rsidRPr="00BA3835">
              <w:rPr>
                <w:rFonts w:ascii="Times New Roman" w:hAnsi="Times New Roman"/>
                <w:sz w:val="24"/>
                <w:szCs w:val="24"/>
              </w:rPr>
              <w:t>. D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efiniowanie i opisy.</w:t>
            </w:r>
          </w:p>
        </w:tc>
      </w:tr>
      <w:tr w:rsidR="00C72E4D" w:rsidRPr="00BA3835" w14:paraId="700D6BD2" w14:textId="77777777" w:rsidTr="00B80F4C">
        <w:tc>
          <w:tcPr>
            <w:tcW w:w="9520" w:type="dxa"/>
          </w:tcPr>
          <w:p w14:paraId="59F6E71F" w14:textId="727AAB75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Role społeczne realizowane przez kobietę i mężczyznę. Stereotypy i rzeczywistość. Przykłady opracowań naukowych. Praca </w:t>
            </w:r>
            <w:r w:rsidR="00F60C9E" w:rsidRPr="00BA3835">
              <w:rPr>
                <w:rFonts w:ascii="Times New Roman" w:hAnsi="Times New Roman"/>
                <w:sz w:val="24"/>
                <w:szCs w:val="24"/>
              </w:rPr>
              <w:t>z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tekstem oryginalnym. Elementy dyskusji. </w:t>
            </w:r>
          </w:p>
        </w:tc>
      </w:tr>
      <w:tr w:rsidR="00C72E4D" w:rsidRPr="00BA3835" w14:paraId="30F7952F" w14:textId="77777777" w:rsidTr="00B80F4C">
        <w:tc>
          <w:tcPr>
            <w:tcW w:w="9520" w:type="dxa"/>
          </w:tcPr>
          <w:p w14:paraId="15AD35D9" w14:textId="67109C51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 w:rsidRPr="00BA3835">
              <w:rPr>
                <w:rFonts w:ascii="Times New Roman" w:hAnsi="Times New Roman"/>
                <w:sz w:val="24"/>
                <w:szCs w:val="24"/>
              </w:rPr>
              <w:br/>
            </w:r>
            <w:r w:rsidRPr="00BA3835">
              <w:rPr>
                <w:rFonts w:ascii="Times New Roman" w:hAnsi="Times New Roman"/>
                <w:sz w:val="24"/>
                <w:szCs w:val="24"/>
              </w:rPr>
              <w:t>i w różnych okresach historycznych na przykładach)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78A0B2A4" w14:textId="77777777" w:rsidTr="00B80F4C">
        <w:tc>
          <w:tcPr>
            <w:tcW w:w="9520" w:type="dxa"/>
          </w:tcPr>
          <w:p w14:paraId="4B6B90D9" w14:textId="0349B02A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 w:rsidRPr="00BA3835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tekstem oryginalnym z elementami dyskusji.</w:t>
            </w:r>
          </w:p>
        </w:tc>
      </w:tr>
      <w:tr w:rsidR="00C72E4D" w:rsidRPr="00BA3835" w14:paraId="705A7F93" w14:textId="77777777" w:rsidTr="00B80F4C">
        <w:tc>
          <w:tcPr>
            <w:tcW w:w="9520" w:type="dxa"/>
          </w:tcPr>
          <w:p w14:paraId="2FDA9A34" w14:textId="3CF7DB7A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118DCC80" w14:textId="77777777" w:rsidTr="00B80F4C">
        <w:tc>
          <w:tcPr>
            <w:tcW w:w="9520" w:type="dxa"/>
          </w:tcPr>
          <w:p w14:paraId="5ACD5048" w14:textId="501A0282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Funkcjonowanie jednostki i rodziny. Przepisy prawa regulujące wybrane zachowania człowieka (na przykładzie prawa </w:t>
            </w:r>
            <w:r w:rsidR="009D22D0">
              <w:rPr>
                <w:rFonts w:ascii="Times New Roman" w:hAnsi="Times New Roman"/>
                <w:sz w:val="24"/>
                <w:szCs w:val="24"/>
              </w:rPr>
              <w:t>polskiego i zagranicznego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26">
              <w:rPr>
                <w:rFonts w:ascii="Times New Roman" w:hAnsi="Times New Roman"/>
                <w:sz w:val="24"/>
                <w:szCs w:val="24"/>
              </w:rPr>
              <w:t>–</w:t>
            </w:r>
            <w:r w:rsidR="009D22D0">
              <w:rPr>
                <w:rFonts w:ascii="Times New Roman" w:hAnsi="Times New Roman"/>
                <w:sz w:val="24"/>
                <w:szCs w:val="24"/>
              </w:rPr>
              <w:t xml:space="preserve"> np.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procedury i przepisy prawne dotyczące adopcji, </w:t>
            </w:r>
            <w:proofErr w:type="spellStart"/>
            <w:r w:rsidRPr="00BA3835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BA3835">
              <w:rPr>
                <w:rFonts w:ascii="Times New Roman" w:hAnsi="Times New Roman"/>
                <w:sz w:val="24"/>
                <w:szCs w:val="24"/>
              </w:rPr>
              <w:t xml:space="preserve"> patologicznych, realizacji obowiązku szkolnego itp.). </w:t>
            </w:r>
          </w:p>
        </w:tc>
      </w:tr>
      <w:tr w:rsidR="00C72E4D" w:rsidRPr="00BA3835" w14:paraId="52BB5678" w14:textId="77777777" w:rsidTr="00B80F4C">
        <w:tc>
          <w:tcPr>
            <w:tcW w:w="9520" w:type="dxa"/>
          </w:tcPr>
          <w:p w14:paraId="6FC4248E" w14:textId="1444A0C9" w:rsidR="007C253B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</w:t>
            </w:r>
            <w:r w:rsidR="00F66EDF" w:rsidRPr="00BA3835">
              <w:rPr>
                <w:rFonts w:ascii="Times New Roman" w:hAnsi="Times New Roman"/>
                <w:sz w:val="24"/>
                <w:szCs w:val="24"/>
              </w:rPr>
              <w:t>sychologia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społeczna. Związek pedagogiki społecznej z innymi dyscyplinami naukowymi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br/>
              <w:t xml:space="preserve">w obszarze nauk społecznych. Praca </w:t>
            </w:r>
            <w:r w:rsidR="00856AFA" w:rsidRPr="00BA3835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tekstem oryginalnym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08DF984D" w14:textId="77777777" w:rsidTr="00B80F4C">
        <w:tc>
          <w:tcPr>
            <w:tcW w:w="9520" w:type="dxa"/>
          </w:tcPr>
          <w:p w14:paraId="75E2623C" w14:textId="27D90C5A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74C2DE4D" w14:textId="77777777" w:rsidTr="00B80F4C">
        <w:tc>
          <w:tcPr>
            <w:tcW w:w="9520" w:type="dxa"/>
          </w:tcPr>
          <w:p w14:paraId="01B76C50" w14:textId="3A401B64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lastRenderedPageBreak/>
              <w:t>Etyka we współczesnym świecie. Kod et</w:t>
            </w:r>
            <w:r w:rsidR="00C52FA1">
              <w:rPr>
                <w:rFonts w:ascii="Times New Roman" w:hAnsi="Times New Roman"/>
                <w:sz w:val="24"/>
                <w:szCs w:val="24"/>
              </w:rPr>
              <w:t>yczny. Etyka w zawodzie psychologa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. Definicje </w:t>
            </w:r>
            <w:r w:rsidR="00E1417B" w:rsidRPr="00BA3835">
              <w:rPr>
                <w:rFonts w:ascii="Times New Roman" w:hAnsi="Times New Roman"/>
                <w:sz w:val="24"/>
                <w:szCs w:val="24"/>
              </w:rPr>
              <w:br/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i przykłady. Praca </w:t>
            </w:r>
            <w:r w:rsidR="00F60C9E" w:rsidRPr="00BA3835">
              <w:rPr>
                <w:rFonts w:ascii="Times New Roman" w:hAnsi="Times New Roman"/>
                <w:sz w:val="24"/>
                <w:szCs w:val="24"/>
              </w:rPr>
              <w:t>z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</w:tc>
      </w:tr>
      <w:tr w:rsidR="00C72E4D" w:rsidRPr="00BA3835" w14:paraId="6AB23C17" w14:textId="77777777" w:rsidTr="00B80F4C">
        <w:tc>
          <w:tcPr>
            <w:tcW w:w="9520" w:type="dxa"/>
          </w:tcPr>
          <w:p w14:paraId="02F7778E" w14:textId="524AE22A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</w:tc>
      </w:tr>
      <w:tr w:rsidR="00C72E4D" w:rsidRPr="00BA3835" w14:paraId="65577C03" w14:textId="77777777" w:rsidTr="00B80F4C">
        <w:tc>
          <w:tcPr>
            <w:tcW w:w="9520" w:type="dxa"/>
          </w:tcPr>
          <w:p w14:paraId="4035A714" w14:textId="1DD34279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 w:rsidRPr="00BA3835">
              <w:rPr>
                <w:rFonts w:ascii="Times New Roman" w:hAnsi="Times New Roman"/>
                <w:sz w:val="24"/>
                <w:szCs w:val="24"/>
              </w:rPr>
              <w:br/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 w:rsidRPr="00BA3835">
              <w:rPr>
                <w:rFonts w:ascii="Times New Roman" w:hAnsi="Times New Roman"/>
                <w:sz w:val="24"/>
                <w:szCs w:val="24"/>
              </w:rPr>
              <w:br/>
            </w:r>
            <w:r w:rsidRPr="00BA3835">
              <w:rPr>
                <w:rFonts w:ascii="Times New Roman" w:hAnsi="Times New Roman"/>
                <w:sz w:val="24"/>
                <w:szCs w:val="24"/>
              </w:rPr>
              <w:t>i odpowiedzi.</w:t>
            </w:r>
          </w:p>
        </w:tc>
      </w:tr>
      <w:tr w:rsidR="00C72E4D" w:rsidRPr="00BA3835" w14:paraId="5A5A538D" w14:textId="77777777" w:rsidTr="00B80F4C">
        <w:tc>
          <w:tcPr>
            <w:tcW w:w="9520" w:type="dxa"/>
          </w:tcPr>
          <w:p w14:paraId="13CDD468" w14:textId="4CA9CDEF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Komunikacja interpersonalna i jej rola w życiu rodzinnym i społecznym. Dyskusja na forum grupy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7227123A" w14:textId="77777777" w:rsidTr="00B80F4C">
        <w:tc>
          <w:tcPr>
            <w:tcW w:w="9520" w:type="dxa"/>
          </w:tcPr>
          <w:p w14:paraId="158388E2" w14:textId="294E2996" w:rsidR="007C253B" w:rsidRPr="009D22D0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</w:tc>
      </w:tr>
      <w:tr w:rsidR="00C72E4D" w:rsidRPr="00BA3835" w14:paraId="65FDAE12" w14:textId="77777777" w:rsidTr="00B80F4C">
        <w:tc>
          <w:tcPr>
            <w:tcW w:w="9520" w:type="dxa"/>
          </w:tcPr>
          <w:p w14:paraId="0E9ADC2F" w14:textId="369E1837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4A9971E2" w14:textId="77777777" w:rsidTr="00B80F4C">
        <w:tc>
          <w:tcPr>
            <w:tcW w:w="9520" w:type="dxa"/>
          </w:tcPr>
          <w:p w14:paraId="7009FF70" w14:textId="6A13BCB6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Praca metodą projektu (projekt w grupie, projekt indywidualny; argumentowanie, przykłady)</w:t>
            </w:r>
            <w:r w:rsidR="00856AFA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5EB32434" w14:textId="77777777" w:rsidTr="00B80F4C">
        <w:tc>
          <w:tcPr>
            <w:tcW w:w="9520" w:type="dxa"/>
          </w:tcPr>
          <w:p w14:paraId="5CE8813F" w14:textId="123B7DF1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 xml:space="preserve"> omówienie</w:t>
            </w:r>
            <w:r w:rsidR="007C253B" w:rsidRPr="00BA3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2E4D" w:rsidRPr="00BA3835" w14:paraId="0B0342EA" w14:textId="77777777" w:rsidTr="00B80F4C">
        <w:tc>
          <w:tcPr>
            <w:tcW w:w="9520" w:type="dxa"/>
          </w:tcPr>
          <w:p w14:paraId="079C1CA3" w14:textId="0F5B48A4" w:rsidR="007C253B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Przygotowanie prac pisemnych (krótkie wiadomości, notatki, artykuł, streszczenie, list formalny, list motywacyjny, CV). </w:t>
            </w:r>
          </w:p>
        </w:tc>
      </w:tr>
      <w:tr w:rsidR="00C72E4D" w:rsidRPr="00BA3835" w14:paraId="5C332C6D" w14:textId="77777777" w:rsidTr="00B80F4C">
        <w:tc>
          <w:tcPr>
            <w:tcW w:w="9520" w:type="dxa"/>
          </w:tcPr>
          <w:p w14:paraId="24E765A5" w14:textId="3BFE76FF" w:rsidR="00C72E4D" w:rsidRPr="00BA383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</w:tc>
      </w:tr>
    </w:tbl>
    <w:p w14:paraId="3720264B" w14:textId="77777777" w:rsidR="0085747A" w:rsidRPr="00BA3835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1A0B007" w14:textId="1BB4EA62" w:rsidR="0085747A" w:rsidRPr="00BA3835" w:rsidRDefault="009F4610" w:rsidP="00C106B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A3835">
        <w:rPr>
          <w:smallCaps w:val="0"/>
          <w:szCs w:val="24"/>
        </w:rPr>
        <w:t>3.4 Metody dydaktyczne</w:t>
      </w:r>
      <w:r w:rsidRPr="00BA3835">
        <w:rPr>
          <w:b w:val="0"/>
          <w:smallCaps w:val="0"/>
          <w:szCs w:val="24"/>
        </w:rPr>
        <w:t xml:space="preserve"> </w:t>
      </w:r>
    </w:p>
    <w:p w14:paraId="389B229C" w14:textId="6D274C5B" w:rsidR="00153C41" w:rsidRPr="00BA3835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bookmarkStart w:id="0" w:name="_Hlk22231856"/>
      <w:r w:rsidRPr="00BA3835">
        <w:rPr>
          <w:b w:val="0"/>
          <w:iCs/>
          <w:smallCaps w:val="0"/>
          <w:szCs w:val="24"/>
        </w:rPr>
        <w:t xml:space="preserve">Ćwiczenia: </w:t>
      </w:r>
      <w:r w:rsidR="009F4610" w:rsidRPr="00BA3835">
        <w:rPr>
          <w:b w:val="0"/>
          <w:iCs/>
          <w:smallCaps w:val="0"/>
          <w:szCs w:val="24"/>
        </w:rPr>
        <w:t xml:space="preserve">analiza </w:t>
      </w:r>
      <w:r w:rsidR="003032AB" w:rsidRPr="00BA3835">
        <w:rPr>
          <w:b w:val="0"/>
          <w:iCs/>
          <w:smallCaps w:val="0"/>
          <w:szCs w:val="24"/>
        </w:rPr>
        <w:t xml:space="preserve">i interpretacja </w:t>
      </w:r>
      <w:r w:rsidR="00923D7D" w:rsidRPr="00BA3835">
        <w:rPr>
          <w:b w:val="0"/>
          <w:iCs/>
          <w:smallCaps w:val="0"/>
          <w:szCs w:val="24"/>
        </w:rPr>
        <w:t>tekstów</w:t>
      </w:r>
      <w:r w:rsidR="003032AB" w:rsidRPr="00BA3835">
        <w:rPr>
          <w:b w:val="0"/>
          <w:iCs/>
          <w:smallCaps w:val="0"/>
          <w:szCs w:val="24"/>
        </w:rPr>
        <w:t xml:space="preserve"> (słuchanych i pisanych)</w:t>
      </w:r>
      <w:r w:rsidR="00923D7D" w:rsidRPr="00BA3835">
        <w:rPr>
          <w:b w:val="0"/>
          <w:iCs/>
          <w:smallCaps w:val="0"/>
          <w:szCs w:val="24"/>
        </w:rPr>
        <w:t xml:space="preserve"> z dyskusją,</w:t>
      </w:r>
      <w:r w:rsidR="0085747A" w:rsidRPr="00BA3835">
        <w:rPr>
          <w:b w:val="0"/>
          <w:iCs/>
          <w:smallCaps w:val="0"/>
          <w:szCs w:val="24"/>
        </w:rPr>
        <w:t xml:space="preserve"> metoda projektów</w:t>
      </w:r>
      <w:r w:rsidR="003032AB" w:rsidRPr="00BA3835">
        <w:rPr>
          <w:b w:val="0"/>
          <w:iCs/>
          <w:smallCaps w:val="0"/>
          <w:szCs w:val="24"/>
        </w:rPr>
        <w:t xml:space="preserve">, </w:t>
      </w:r>
      <w:r w:rsidR="001718A7" w:rsidRPr="00BA3835">
        <w:rPr>
          <w:b w:val="0"/>
          <w:iCs/>
          <w:smallCaps w:val="0"/>
          <w:szCs w:val="24"/>
        </w:rPr>
        <w:t>praca w </w:t>
      </w:r>
      <w:r w:rsidR="003032AB" w:rsidRPr="00BA3835">
        <w:rPr>
          <w:b w:val="0"/>
          <w:iCs/>
          <w:smallCaps w:val="0"/>
          <w:szCs w:val="24"/>
        </w:rPr>
        <w:t xml:space="preserve">parach i </w:t>
      </w:r>
      <w:r w:rsidR="0085747A" w:rsidRPr="00BA3835">
        <w:rPr>
          <w:b w:val="0"/>
          <w:iCs/>
          <w:smallCaps w:val="0"/>
          <w:szCs w:val="24"/>
        </w:rPr>
        <w:t>grupach</w:t>
      </w:r>
      <w:r w:rsidR="0071620A" w:rsidRPr="00BA3835">
        <w:rPr>
          <w:b w:val="0"/>
          <w:iCs/>
          <w:smallCaps w:val="0"/>
          <w:szCs w:val="24"/>
        </w:rPr>
        <w:t xml:space="preserve"> (</w:t>
      </w:r>
      <w:r w:rsidR="0085747A" w:rsidRPr="00BA3835">
        <w:rPr>
          <w:b w:val="0"/>
          <w:iCs/>
          <w:smallCaps w:val="0"/>
          <w:szCs w:val="24"/>
        </w:rPr>
        <w:t>rozwiązywanie zadań</w:t>
      </w:r>
      <w:r w:rsidR="0071620A" w:rsidRPr="00BA3835">
        <w:rPr>
          <w:b w:val="0"/>
          <w:iCs/>
          <w:smallCaps w:val="0"/>
          <w:szCs w:val="24"/>
        </w:rPr>
        <w:t>,</w:t>
      </w:r>
      <w:r w:rsidR="0085747A" w:rsidRPr="00BA3835">
        <w:rPr>
          <w:b w:val="0"/>
          <w:iCs/>
          <w:smallCaps w:val="0"/>
          <w:szCs w:val="24"/>
        </w:rPr>
        <w:t xml:space="preserve"> dyskusja</w:t>
      </w:r>
      <w:r w:rsidR="0071620A" w:rsidRPr="00BA3835">
        <w:rPr>
          <w:b w:val="0"/>
          <w:iCs/>
          <w:smallCaps w:val="0"/>
          <w:szCs w:val="24"/>
        </w:rPr>
        <w:t>),</w:t>
      </w:r>
      <w:r w:rsidR="003032AB" w:rsidRPr="00BA3835">
        <w:rPr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BA3835">
        <w:rPr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 w:rsidRPr="00BA3835">
        <w:rPr>
          <w:b w:val="0"/>
          <w:iCs/>
          <w:smallCaps w:val="0"/>
          <w:szCs w:val="24"/>
        </w:rPr>
        <w:t>odgrywanie ról</w:t>
      </w:r>
      <w:bookmarkEnd w:id="1"/>
      <w:r w:rsidR="007C253B" w:rsidRPr="00BA3835">
        <w:rPr>
          <w:b w:val="0"/>
          <w:iCs/>
          <w:smallCaps w:val="0"/>
          <w:szCs w:val="24"/>
        </w:rPr>
        <w:t>, tworzenie wypowiedzi pisemnych.</w:t>
      </w:r>
    </w:p>
    <w:bookmarkEnd w:id="0"/>
    <w:p w14:paraId="2D5D7354" w14:textId="77777777" w:rsidR="0085747A" w:rsidRPr="00BA383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9DD816A" w14:textId="77777777" w:rsidR="0085747A" w:rsidRPr="00BA3835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A3835">
        <w:rPr>
          <w:smallCaps w:val="0"/>
          <w:szCs w:val="24"/>
        </w:rPr>
        <w:t xml:space="preserve">4. </w:t>
      </w:r>
      <w:r w:rsidR="0085747A" w:rsidRPr="00BA3835">
        <w:rPr>
          <w:smallCaps w:val="0"/>
          <w:szCs w:val="24"/>
        </w:rPr>
        <w:t>METODY I KRYTERIA OCENY</w:t>
      </w:r>
      <w:r w:rsidR="009F4610" w:rsidRPr="00BA3835">
        <w:rPr>
          <w:smallCaps w:val="0"/>
          <w:szCs w:val="24"/>
        </w:rPr>
        <w:t xml:space="preserve"> </w:t>
      </w:r>
    </w:p>
    <w:p w14:paraId="31BA851E" w14:textId="77777777" w:rsidR="00923D7D" w:rsidRPr="00BA3835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B919FEC" w14:textId="77777777" w:rsidR="0085747A" w:rsidRPr="00BA3835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A3835">
        <w:rPr>
          <w:smallCaps w:val="0"/>
          <w:szCs w:val="24"/>
        </w:rPr>
        <w:t xml:space="preserve">4.1 Sposoby weryfikacji efektów </w:t>
      </w:r>
      <w:r w:rsidR="00C05F44" w:rsidRPr="00BA3835">
        <w:rPr>
          <w:smallCaps w:val="0"/>
          <w:szCs w:val="24"/>
        </w:rPr>
        <w:t>uczenia się</w:t>
      </w:r>
    </w:p>
    <w:p w14:paraId="7CB0FA45" w14:textId="77777777" w:rsidR="0085747A" w:rsidRPr="00BA383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3835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BA3835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BA3835" w:rsidRDefault="00F974DA" w:rsidP="00C52FA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BA3835" w:rsidRDefault="009F4610" w:rsidP="006470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A3835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33A3E38E" w:rsidR="00923D7D" w:rsidRPr="00BA3835" w:rsidRDefault="0085747A" w:rsidP="00C52F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Forma zajęć dydaktycznych</w:t>
            </w:r>
          </w:p>
          <w:p w14:paraId="4D27379D" w14:textId="77777777" w:rsidR="0085747A" w:rsidRPr="00BA3835" w:rsidRDefault="0085747A" w:rsidP="00C52F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A3835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A3835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BA3835" w14:paraId="657461E1" w14:textId="77777777" w:rsidTr="00C42026">
        <w:trPr>
          <w:trHeight w:val="715"/>
        </w:trPr>
        <w:tc>
          <w:tcPr>
            <w:tcW w:w="1962" w:type="dxa"/>
          </w:tcPr>
          <w:p w14:paraId="716E8AFD" w14:textId="6D03DC1E" w:rsidR="0085747A" w:rsidRPr="00C52FA1" w:rsidRDefault="00C52FA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C106B8">
              <w:rPr>
                <w:b w:val="0"/>
                <w:szCs w:val="24"/>
              </w:rPr>
              <w:t>_</w:t>
            </w:r>
            <w:r w:rsidR="0085747A" w:rsidRPr="00C52FA1">
              <w:rPr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38D6FABB" w14:textId="43CD4F6E" w:rsidR="0085747A" w:rsidRPr="00BA3835" w:rsidRDefault="00720AF9" w:rsidP="00C42026">
            <w:pPr>
              <w:spacing w:after="0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praca projektowa (prezentacja</w:t>
            </w:r>
            <w:r w:rsidR="00C72E4D" w:rsidRPr="00BA3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referat</w:t>
            </w:r>
            <w:r w:rsidR="00C72E4D" w:rsidRPr="00BA3835">
              <w:rPr>
                <w:rFonts w:ascii="Times New Roman" w:hAnsi="Times New Roman"/>
                <w:sz w:val="24"/>
                <w:szCs w:val="24"/>
              </w:rPr>
              <w:t>/lektura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), obserwacja w trakcie zajęć</w:t>
            </w:r>
          </w:p>
        </w:tc>
        <w:tc>
          <w:tcPr>
            <w:tcW w:w="2117" w:type="dxa"/>
          </w:tcPr>
          <w:p w14:paraId="2A5DA44A" w14:textId="0923C96E" w:rsidR="0085747A" w:rsidRPr="00BA3835" w:rsidRDefault="003032AB" w:rsidP="00B925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ćwiczenia</w:t>
            </w:r>
          </w:p>
        </w:tc>
      </w:tr>
      <w:tr w:rsidR="0085747A" w:rsidRPr="00BA3835" w14:paraId="1753E627" w14:textId="77777777" w:rsidTr="00C42026">
        <w:trPr>
          <w:trHeight w:val="427"/>
        </w:trPr>
        <w:tc>
          <w:tcPr>
            <w:tcW w:w="1962" w:type="dxa"/>
          </w:tcPr>
          <w:p w14:paraId="3CDBDB04" w14:textId="19DCEE45" w:rsidR="0085747A" w:rsidRPr="00BA3835" w:rsidRDefault="00C52FA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C106B8">
              <w:rPr>
                <w:b w:val="0"/>
                <w:szCs w:val="24"/>
              </w:rPr>
              <w:t>_</w:t>
            </w:r>
            <w:r w:rsidR="0085747A" w:rsidRPr="00BA3835">
              <w:rPr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96DFFF8" w14:textId="68ED326A" w:rsidR="0085747A" w:rsidRPr="00BA3835" w:rsidRDefault="00720AF9" w:rsidP="00C420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BA3835" w:rsidRDefault="003032AB" w:rsidP="00B925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ćwiczenia</w:t>
            </w:r>
          </w:p>
        </w:tc>
      </w:tr>
      <w:tr w:rsidR="00C42026" w:rsidRPr="00BA3835" w14:paraId="3B6F19B3" w14:textId="77777777" w:rsidTr="00720AF9">
        <w:tc>
          <w:tcPr>
            <w:tcW w:w="1962" w:type="dxa"/>
          </w:tcPr>
          <w:p w14:paraId="03A1F8AF" w14:textId="5909C892" w:rsidR="00C42026" w:rsidRDefault="00C42026" w:rsidP="00C420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CDFB15" w14:textId="0C71F702" w:rsidR="00C42026" w:rsidRPr="00BA3835" w:rsidRDefault="00C42026" w:rsidP="00C420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4264699" w14:textId="0B1DC938" w:rsidR="00C42026" w:rsidRPr="00BA3835" w:rsidRDefault="00C42026" w:rsidP="00C42026">
            <w:pPr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BA3835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407E21F" w14:textId="4BAD7B5F" w:rsidR="00923D7D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A3835">
        <w:rPr>
          <w:smallCaps w:val="0"/>
          <w:szCs w:val="24"/>
        </w:rPr>
        <w:t xml:space="preserve">4.2 </w:t>
      </w:r>
      <w:r w:rsidR="0085747A" w:rsidRPr="00BA3835">
        <w:rPr>
          <w:smallCaps w:val="0"/>
          <w:szCs w:val="24"/>
        </w:rPr>
        <w:t>Warunki zaliczenia przedmiotu (kryteria oceniania)</w:t>
      </w:r>
      <w:r w:rsidR="00923D7D" w:rsidRPr="00BA3835">
        <w:rPr>
          <w:smallCaps w:val="0"/>
          <w:szCs w:val="24"/>
        </w:rPr>
        <w:t xml:space="preserve"> </w:t>
      </w:r>
    </w:p>
    <w:p w14:paraId="5962CF17" w14:textId="77777777" w:rsidR="00C106B8" w:rsidRPr="00BA3835" w:rsidRDefault="00C106B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A3835" w14:paraId="4D36B8DE" w14:textId="77777777" w:rsidTr="00923D7D">
        <w:tc>
          <w:tcPr>
            <w:tcW w:w="9670" w:type="dxa"/>
          </w:tcPr>
          <w:p w14:paraId="03CC0E0C" w14:textId="780CCB08" w:rsidR="00C8607E" w:rsidRPr="00BA3835" w:rsidRDefault="00C5372F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BA3835">
              <w:rPr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C52FA1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wszystkich przewidzianych w danym semestrze prac p</w:t>
            </w:r>
            <w:r w:rsidR="00DF0173">
              <w:rPr>
                <w:b w:val="0"/>
                <w:smallCaps w:val="0"/>
                <w:szCs w:val="24"/>
              </w:rPr>
              <w:t>rojektowych</w:t>
            </w:r>
            <w:r w:rsidRPr="00BA3835">
              <w:rPr>
                <w:b w:val="0"/>
                <w:smallCaps w:val="0"/>
                <w:szCs w:val="24"/>
              </w:rPr>
              <w:t xml:space="preserve"> i uzyskanie pozytywnej oceny</w:t>
            </w:r>
            <w:r w:rsidR="00C52FA1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78CD51F1" w14:textId="174DBF7D" w:rsidR="00C5372F" w:rsidRPr="00BA3835" w:rsidRDefault="00C5372F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Do zaliczenia potrzeba minimum 51% prawidłowych odpowiedzi.</w:t>
            </w:r>
          </w:p>
          <w:p w14:paraId="5C47221F" w14:textId="77777777" w:rsidR="00C72E4D" w:rsidRPr="00BA3835" w:rsidRDefault="00C72E4D" w:rsidP="00C72E4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Sposoby zaliczenia:</w:t>
            </w:r>
          </w:p>
          <w:p w14:paraId="2FF4D402" w14:textId="7C098E78" w:rsidR="00C72E4D" w:rsidRPr="00BA3835" w:rsidRDefault="00C72E4D" w:rsidP="00C72E4D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- praca projektowa (prezentacja multimedialna, przygotowanie lektury/referatu</w:t>
            </w:r>
            <w:r w:rsidR="00C52FA1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- do wyboru)</w:t>
            </w:r>
          </w:p>
          <w:p w14:paraId="53CE289E" w14:textId="281F5505" w:rsidR="00C72E4D" w:rsidRDefault="00C72E4D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lastRenderedPageBreak/>
              <w:t>Wykonanie pracy zaliczeniowej: przygotowanie prezentacji</w:t>
            </w:r>
            <w:r w:rsidR="00C77247" w:rsidRPr="00BA3835">
              <w:rPr>
                <w:b w:val="0"/>
                <w:smallCaps w:val="0"/>
                <w:szCs w:val="24"/>
              </w:rPr>
              <w:t xml:space="preserve"> lub </w:t>
            </w:r>
            <w:r w:rsidRPr="00BA3835">
              <w:rPr>
                <w:b w:val="0"/>
                <w:smallCaps w:val="0"/>
                <w:szCs w:val="24"/>
              </w:rPr>
              <w:t xml:space="preserve">lektury/referatu lektury – do wyboru; </w:t>
            </w:r>
            <w:r w:rsidR="00805987" w:rsidRPr="00BA3835">
              <w:rPr>
                <w:b w:val="0"/>
                <w:smallCaps w:val="0"/>
                <w:szCs w:val="24"/>
              </w:rPr>
              <w:t>zaliczenie sprawdzianów pisemnych, wypowiedź pisemna; u</w:t>
            </w:r>
            <w:r w:rsidRPr="00BA3835">
              <w:rPr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0264A1B5" w14:textId="77777777" w:rsidR="00C52FA1" w:rsidRPr="00BA3835" w:rsidRDefault="00C52FA1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FDCF385" w14:textId="550D5FFB" w:rsidR="007776A1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Kryteria oceny prac pisemnych:</w:t>
            </w:r>
          </w:p>
          <w:p w14:paraId="58B56BA6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BA3835" w:rsidRDefault="00E066F7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6495E2D0" w14:textId="7D27FEBD" w:rsidR="007776A1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Kryteria oceny odpowiedzi ustnej:</w:t>
            </w:r>
          </w:p>
          <w:p w14:paraId="71164442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komunikacji</w:t>
            </w:r>
            <w:r w:rsidR="00E066F7" w:rsidRPr="00BA3835">
              <w:rPr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 xml:space="preserve">zakłócenia w płynności </w:t>
            </w:r>
            <w:r w:rsidR="00E066F7" w:rsidRPr="00BA3835">
              <w:rPr>
                <w:b w:val="0"/>
                <w:smallCaps w:val="0"/>
                <w:szCs w:val="24"/>
              </w:rPr>
              <w:t>w</w:t>
            </w:r>
            <w:r w:rsidRPr="00BA3835">
              <w:rPr>
                <w:b w:val="0"/>
                <w:smallCaps w:val="0"/>
                <w:szCs w:val="24"/>
              </w:rPr>
              <w:t>ypowiedzi</w:t>
            </w:r>
            <w:r w:rsidR="00E066F7" w:rsidRPr="00BA3835">
              <w:rPr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płynności wypowiedzi</w:t>
            </w:r>
            <w:r w:rsidR="00E066F7" w:rsidRPr="00BA3835">
              <w:rPr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BA3835">
              <w:rPr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 xml:space="preserve">słownictwa </w:t>
            </w:r>
            <w:r w:rsidR="00E066F7" w:rsidRPr="00BA3835">
              <w:rPr>
                <w:b w:val="0"/>
                <w:smallCaps w:val="0"/>
                <w:szCs w:val="24"/>
              </w:rPr>
              <w:br/>
            </w:r>
            <w:r w:rsidRPr="00BA3835">
              <w:rPr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BA3835" w:rsidRDefault="00E066F7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737B1FDA" w14:textId="1E758F58" w:rsidR="003032AB" w:rsidRPr="00BA3835" w:rsidRDefault="003032AB" w:rsidP="007E6C5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BA3835">
              <w:rPr>
                <w:b w:val="0"/>
                <w:smallCaps w:val="0"/>
                <w:szCs w:val="24"/>
              </w:rPr>
              <w:t xml:space="preserve"> </w:t>
            </w:r>
            <w:r w:rsidRPr="00BA3835">
              <w:rPr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7CC92FAB" w14:textId="699C58C5" w:rsidR="0085747A" w:rsidRPr="00BA3835" w:rsidRDefault="003032AB" w:rsidP="00C52FA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475EFF54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1F7E7AF" w14:textId="77777777" w:rsidR="00B03B21" w:rsidRPr="00BA3835" w:rsidRDefault="00B03B2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2761BD3" w14:textId="77777777" w:rsidR="009F4610" w:rsidRPr="00BA3835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A3835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A3835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BA3835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A3835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BA383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A3835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A3835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BA3835" w:rsidRDefault="00C61DC5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A3835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A38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A3835" w14:paraId="7196E746" w14:textId="77777777" w:rsidTr="00923D7D">
        <w:tc>
          <w:tcPr>
            <w:tcW w:w="4962" w:type="dxa"/>
          </w:tcPr>
          <w:p w14:paraId="32E31CA0" w14:textId="77777777" w:rsidR="0085747A" w:rsidRPr="00BA383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A3835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A3835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BA3835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BA3835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09660703" w:rsidR="0085747A" w:rsidRPr="00BA3835" w:rsidRDefault="00E066F7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1</w:t>
            </w:r>
            <w:r w:rsidR="00230874" w:rsidRPr="00BA3835">
              <w:rPr>
                <w:rFonts w:ascii="Times New Roman" w:hAnsi="Times New Roman"/>
                <w:sz w:val="24"/>
                <w:szCs w:val="24"/>
              </w:rPr>
              <w:t>8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61DC5" w:rsidRPr="00BA3835" w14:paraId="348A1637" w14:textId="77777777" w:rsidTr="00923D7D">
        <w:tc>
          <w:tcPr>
            <w:tcW w:w="4962" w:type="dxa"/>
          </w:tcPr>
          <w:p w14:paraId="5AC66362" w14:textId="7204F4C2" w:rsidR="00B601B4" w:rsidRPr="00BA383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A3835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B601B4" w:rsidRPr="00BA383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C792C41" w14:textId="2E066A5E" w:rsidR="00C61DC5" w:rsidRPr="00BA3835" w:rsidRDefault="00B601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BA3835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Pr="00BA3835" w:rsidRDefault="00B601B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A3A8A9" w14:textId="472B58BD" w:rsidR="00C61DC5" w:rsidRPr="00BA3835" w:rsidRDefault="009D014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1</w:t>
            </w:r>
            <w:r w:rsidR="00230874" w:rsidRPr="00BA3835">
              <w:rPr>
                <w:rFonts w:ascii="Times New Roman" w:hAnsi="Times New Roman"/>
                <w:sz w:val="24"/>
                <w:szCs w:val="24"/>
              </w:rPr>
              <w:t>2</w:t>
            </w:r>
            <w:r w:rsidR="00622A35" w:rsidRPr="00BA3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82E" w:rsidRPr="00BA3835">
              <w:rPr>
                <w:rFonts w:ascii="Times New Roman" w:hAnsi="Times New Roman"/>
                <w:sz w:val="24"/>
                <w:szCs w:val="24"/>
              </w:rPr>
              <w:t>(</w:t>
            </w:r>
            <w:r w:rsidR="00622A35" w:rsidRPr="00BA3835">
              <w:rPr>
                <w:rFonts w:ascii="Times New Roman" w:hAnsi="Times New Roman"/>
                <w:sz w:val="24"/>
                <w:szCs w:val="24"/>
              </w:rPr>
              <w:t>po dwie godziny w semestrze)</w:t>
            </w:r>
          </w:p>
        </w:tc>
      </w:tr>
      <w:tr w:rsidR="00C61DC5" w:rsidRPr="00BA3835" w14:paraId="4DF89DEB" w14:textId="77777777" w:rsidTr="00923D7D">
        <w:tc>
          <w:tcPr>
            <w:tcW w:w="4962" w:type="dxa"/>
          </w:tcPr>
          <w:p w14:paraId="30830603" w14:textId="77777777" w:rsidR="0071620A" w:rsidRPr="00BA383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A3835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A3835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4DF50167" w14:textId="64F8142A" w:rsidR="00B601B4" w:rsidRPr="00BA3835" w:rsidRDefault="00B601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BA3835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521F7BEA" w14:textId="1C2A705E" w:rsidR="00B601B4" w:rsidRPr="00BA3835" w:rsidRDefault="00B601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FC0" w:rsidRPr="00BA3835">
              <w:rPr>
                <w:rFonts w:ascii="Times New Roman" w:hAnsi="Times New Roman"/>
                <w:sz w:val="24"/>
                <w:szCs w:val="24"/>
              </w:rPr>
              <w:t xml:space="preserve">przygotowanie pracy projektowej </w:t>
            </w:r>
          </w:p>
          <w:p w14:paraId="78FDA5F3" w14:textId="23258936" w:rsidR="00C61DC5" w:rsidRPr="00BA3835" w:rsidRDefault="00B601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FC0" w:rsidRPr="00BA3835">
              <w:rPr>
                <w:rFonts w:ascii="Times New Roman" w:hAnsi="Times New Roman"/>
                <w:sz w:val="24"/>
                <w:szCs w:val="24"/>
              </w:rPr>
              <w:t>przygotowanie do sprawdzianów pisemnych</w:t>
            </w:r>
          </w:p>
          <w:p w14:paraId="2D8A6640" w14:textId="720DA5E5" w:rsidR="00230874" w:rsidRPr="00BA3835" w:rsidRDefault="0023087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-</w:t>
            </w:r>
            <w:r w:rsidR="00C52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4B429E39" w14:textId="77777777" w:rsidR="00B601B4" w:rsidRPr="00BA3835" w:rsidRDefault="00B601B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9C900" w14:textId="0EA5B09A" w:rsidR="00B601B4" w:rsidRPr="00BA3835" w:rsidRDefault="003478EE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30874" w:rsidRPr="00BA383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787F6C1A" w14:textId="20679BFC" w:rsidR="00B601B4" w:rsidRPr="00BA3835" w:rsidRDefault="0023087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01A0F3A9" w14:textId="1DFB6066" w:rsidR="00B601B4" w:rsidRPr="00BA3835" w:rsidRDefault="0023087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  <w:p w14:paraId="318171D4" w14:textId="28F87BE7" w:rsidR="00230874" w:rsidRPr="00BA3835" w:rsidRDefault="00D275DB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5747A" w:rsidRPr="00BA3835" w14:paraId="265A692A" w14:textId="77777777" w:rsidTr="00923D7D">
        <w:tc>
          <w:tcPr>
            <w:tcW w:w="4962" w:type="dxa"/>
          </w:tcPr>
          <w:p w14:paraId="55CF1A49" w14:textId="77777777" w:rsidR="0085747A" w:rsidRPr="00BA383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5303B2A" w14:textId="7612887F" w:rsidR="0085747A" w:rsidRPr="00BA3835" w:rsidRDefault="0023087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3</w:t>
            </w:r>
            <w:r w:rsidR="003478EE">
              <w:rPr>
                <w:rFonts w:ascii="Times New Roman" w:hAnsi="Times New Roman"/>
                <w:sz w:val="24"/>
                <w:szCs w:val="24"/>
              </w:rPr>
              <w:t>5</w:t>
            </w:r>
            <w:r w:rsidRPr="00BA38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BA3835" w14:paraId="347123E8" w14:textId="77777777" w:rsidTr="00923D7D">
        <w:tc>
          <w:tcPr>
            <w:tcW w:w="4962" w:type="dxa"/>
          </w:tcPr>
          <w:p w14:paraId="75813EDB" w14:textId="77777777" w:rsidR="0085747A" w:rsidRPr="00BA383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83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3CAF033" w:rsidR="0085747A" w:rsidRPr="00BA3835" w:rsidRDefault="005A606C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835">
              <w:rPr>
                <w:rFonts w:ascii="Times New Roman" w:hAnsi="Times New Roman"/>
                <w:sz w:val="24"/>
                <w:szCs w:val="24"/>
              </w:rPr>
              <w:t>1</w:t>
            </w:r>
            <w:r w:rsidR="003478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BA383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A3835">
        <w:rPr>
          <w:b w:val="0"/>
          <w:i/>
          <w:smallCaps w:val="0"/>
          <w:szCs w:val="24"/>
        </w:rPr>
        <w:t xml:space="preserve">* </w:t>
      </w:r>
      <w:r w:rsidR="00C61DC5" w:rsidRPr="00BA3835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BA3835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0D12039" w14:textId="77777777" w:rsidR="0085747A" w:rsidRPr="00BA3835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A3835">
        <w:rPr>
          <w:smallCaps w:val="0"/>
          <w:szCs w:val="24"/>
        </w:rPr>
        <w:t xml:space="preserve">6. </w:t>
      </w:r>
      <w:r w:rsidR="0085747A" w:rsidRPr="00BA3835">
        <w:rPr>
          <w:smallCaps w:val="0"/>
          <w:szCs w:val="24"/>
        </w:rPr>
        <w:t>PRAKTYKI ZAWO</w:t>
      </w:r>
      <w:r w:rsidR="009D3F3B" w:rsidRPr="00BA3835">
        <w:rPr>
          <w:smallCaps w:val="0"/>
          <w:szCs w:val="24"/>
        </w:rPr>
        <w:t>DOWE W RAMACH PRZEDMIOTU</w:t>
      </w:r>
    </w:p>
    <w:p w14:paraId="01CE0D77" w14:textId="77777777" w:rsidR="0085747A" w:rsidRPr="00BA3835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A3835" w14:paraId="2A9E1178" w14:textId="77777777" w:rsidTr="00C52FA1">
        <w:trPr>
          <w:trHeight w:val="397"/>
        </w:trPr>
        <w:tc>
          <w:tcPr>
            <w:tcW w:w="3998" w:type="dxa"/>
          </w:tcPr>
          <w:p w14:paraId="58E75124" w14:textId="77777777" w:rsidR="0085747A" w:rsidRPr="00BA383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3D20B3CA" w14:textId="4FCE64B4" w:rsidR="0085747A" w:rsidRPr="00BA3835" w:rsidRDefault="00E066F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A3835" w14:paraId="5488BA8C" w14:textId="77777777" w:rsidTr="00C52FA1">
        <w:trPr>
          <w:trHeight w:val="397"/>
        </w:trPr>
        <w:tc>
          <w:tcPr>
            <w:tcW w:w="3998" w:type="dxa"/>
          </w:tcPr>
          <w:p w14:paraId="0D10EE35" w14:textId="77777777" w:rsidR="0085747A" w:rsidRPr="00BA383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D8F10EA" w14:textId="3CF30CBE" w:rsidR="0085747A" w:rsidRPr="00BA3835" w:rsidRDefault="00E066F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A3835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11038AC" w14:textId="77777777" w:rsidR="00C52FA1" w:rsidRPr="00BA3835" w:rsidRDefault="00C52FA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2EECEB1" w14:textId="77777777" w:rsidR="0085747A" w:rsidRPr="00BA3835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A3835">
        <w:rPr>
          <w:smallCaps w:val="0"/>
          <w:szCs w:val="24"/>
        </w:rPr>
        <w:t xml:space="preserve">7. </w:t>
      </w:r>
      <w:r w:rsidR="0085747A" w:rsidRPr="00BA3835">
        <w:rPr>
          <w:smallCaps w:val="0"/>
          <w:szCs w:val="24"/>
        </w:rPr>
        <w:t>LITERATURA</w:t>
      </w:r>
      <w:r w:rsidRPr="00BA3835">
        <w:rPr>
          <w:smallCaps w:val="0"/>
          <w:szCs w:val="24"/>
        </w:rPr>
        <w:t xml:space="preserve"> </w:t>
      </w:r>
    </w:p>
    <w:p w14:paraId="6E7C2906" w14:textId="77777777" w:rsidR="00675843" w:rsidRPr="00BA3835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A3835" w14:paraId="000D405A" w14:textId="77777777" w:rsidTr="00BA3835">
        <w:trPr>
          <w:trHeight w:val="397"/>
        </w:trPr>
        <w:tc>
          <w:tcPr>
            <w:tcW w:w="5000" w:type="pct"/>
          </w:tcPr>
          <w:p w14:paraId="2100A0A9" w14:textId="63C1FAA5" w:rsidR="0099450E" w:rsidRPr="00B03B21" w:rsidRDefault="0085747A" w:rsidP="00E066F7">
            <w:pPr>
              <w:pStyle w:val="Punktygwne"/>
              <w:spacing w:before="0" w:after="0"/>
              <w:rPr>
                <w:smallCaps w:val="0"/>
                <w:szCs w:val="24"/>
                <w:lang w:val="en-GB"/>
              </w:rPr>
            </w:pPr>
            <w:proofErr w:type="spellStart"/>
            <w:r w:rsidRPr="00B03B21">
              <w:rPr>
                <w:smallCaps w:val="0"/>
                <w:szCs w:val="24"/>
                <w:lang w:val="en-GB"/>
              </w:rPr>
              <w:t>Literatura</w:t>
            </w:r>
            <w:proofErr w:type="spellEnd"/>
            <w:r w:rsidRPr="00B03B21">
              <w:rPr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03B21">
              <w:rPr>
                <w:smallCaps w:val="0"/>
                <w:szCs w:val="24"/>
                <w:lang w:val="en-GB"/>
              </w:rPr>
              <w:t>podstawowa</w:t>
            </w:r>
            <w:proofErr w:type="spellEnd"/>
            <w:r w:rsidRPr="00B03B21">
              <w:rPr>
                <w:smallCaps w:val="0"/>
                <w:szCs w:val="24"/>
                <w:lang w:val="en-GB"/>
              </w:rPr>
              <w:t>:</w:t>
            </w:r>
          </w:p>
          <w:p w14:paraId="5D870ED9" w14:textId="2ED61B1C" w:rsidR="0099450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="00C52FA1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(2014)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Latham-Koenig Ch., Hudson J., </w:t>
            </w:r>
            <w:r w:rsidRPr="00BA3835">
              <w:rPr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upper-intermediate,</w:t>
            </w:r>
            <w:r w:rsidR="00C52FA1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Oxford University Press.</w:t>
            </w:r>
          </w:p>
          <w:p w14:paraId="50BFE08C" w14:textId="66DAC8F3" w:rsidR="0099450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>Cullen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P.</w:t>
            </w:r>
            <w:r w:rsidR="00C52FA1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(2018)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A3835">
              <w:rPr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C52FA1">
              <w:rPr>
                <w:b w:val="0"/>
                <w:smallCaps w:val="0"/>
                <w:color w:val="000000"/>
                <w:szCs w:val="24"/>
                <w:lang w:val="en-GB"/>
              </w:rPr>
              <w:t>University Press, Cambridge.</w:t>
            </w:r>
          </w:p>
          <w:p w14:paraId="29BCB23E" w14:textId="13949139" w:rsidR="00B94FC0" w:rsidRPr="00BA3835" w:rsidRDefault="00C52FA1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b w:val="0"/>
                <w:smallCaps w:val="0"/>
                <w:color w:val="000000"/>
                <w:szCs w:val="24"/>
                <w:lang w:val="en-GB"/>
              </w:rPr>
              <w:t>McCarthy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M., O’Dell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F. (2017)</w:t>
            </w:r>
            <w:r w:rsidR="00C8607E"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="00C8607E" w:rsidRPr="00BA3835">
              <w:rPr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="00C8607E"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University Press, Cambridge</w:t>
            </w:r>
            <w:r>
              <w:rPr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1E2A3931" w14:textId="4DC724AB" w:rsidR="00C8607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>Własne materiały autorskie</w:t>
            </w:r>
            <w:r w:rsidR="00C52FA1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C3ECB62" w14:textId="2A4F0CA2" w:rsidR="006470AE" w:rsidRPr="00BA3835" w:rsidRDefault="006470AE" w:rsidP="00780FE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BA3835" w14:paraId="6A582E67" w14:textId="77777777" w:rsidTr="00BA3835">
        <w:trPr>
          <w:trHeight w:val="397"/>
        </w:trPr>
        <w:tc>
          <w:tcPr>
            <w:tcW w:w="5000" w:type="pct"/>
          </w:tcPr>
          <w:p w14:paraId="4F7DA7D8" w14:textId="2955706F" w:rsidR="006470AE" w:rsidRPr="00DF0173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DF0173">
              <w:rPr>
                <w:smallCaps w:val="0"/>
                <w:szCs w:val="24"/>
              </w:rPr>
              <w:t xml:space="preserve">Literatura uzupełniająca: </w:t>
            </w:r>
          </w:p>
          <w:p w14:paraId="29EDD457" w14:textId="1B6AD55F" w:rsidR="0099450E" w:rsidRPr="00BA3835" w:rsidRDefault="00C8607E" w:rsidP="00C8607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DF0173">
              <w:rPr>
                <w:b w:val="0"/>
                <w:iCs/>
                <w:smallCaps w:val="0"/>
                <w:color w:val="000000"/>
                <w:szCs w:val="24"/>
              </w:rPr>
              <w:t>Mann</w:t>
            </w:r>
            <w:r w:rsidR="008147F8" w:rsidRPr="00DF0173">
              <w:rPr>
                <w:b w:val="0"/>
                <w:iCs/>
                <w:smallCaps w:val="0"/>
                <w:color w:val="000000"/>
                <w:szCs w:val="24"/>
              </w:rPr>
              <w:t>, M.</w:t>
            </w:r>
            <w:r w:rsidRPr="00DF0173">
              <w:rPr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F0173">
              <w:rPr>
                <w:b w:val="0"/>
                <w:iCs/>
                <w:smallCaps w:val="0"/>
                <w:color w:val="000000"/>
                <w:szCs w:val="24"/>
              </w:rPr>
              <w:t>Taylore-Knowles</w:t>
            </w:r>
            <w:proofErr w:type="spellEnd"/>
            <w:r w:rsidR="008147F8" w:rsidRPr="00DF0173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DF0173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S.</w:t>
            </w:r>
            <w:r w:rsidR="008147F8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(2008)</w:t>
            </w:r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A3835">
              <w:rPr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="008147F8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</w:t>
            </w:r>
            <w:r w:rsidR="00C52FA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07C13ACD" w14:textId="528F2E40" w:rsidR="00B94FC0" w:rsidRPr="00BA3835" w:rsidRDefault="00B94FC0" w:rsidP="00C8607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 w:rsidR="008147F8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</w:t>
            </w:r>
            <w:r w:rsidR="008147F8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(2012)</w:t>
            </w:r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A3835">
              <w:rPr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 w:rsidRPr="00BA3835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8147F8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University Press, Cambridge</w:t>
            </w:r>
            <w:r w:rsidR="00C52FA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767CE8D8" w14:textId="6870AE50" w:rsidR="0099450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>Dooley J., Evans V.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 (2016)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A3835">
              <w:rPr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BA3835">
              <w:rPr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3</w:t>
            </w:r>
            <w:r w:rsidRPr="00BA3835">
              <w:rPr>
                <w:b w:val="0"/>
                <w:smallCaps w:val="0"/>
                <w:color w:val="000000"/>
                <w:szCs w:val="24"/>
                <w:lang w:val="en-GB"/>
              </w:rPr>
              <w:t>, Express Publi</w:t>
            </w:r>
            <w:r w:rsidR="008147F8">
              <w:rPr>
                <w:b w:val="0"/>
                <w:smallCaps w:val="0"/>
                <w:color w:val="000000"/>
                <w:szCs w:val="24"/>
                <w:lang w:val="en-GB"/>
              </w:rPr>
              <w:t>shing, Berkshire</w:t>
            </w:r>
            <w:r w:rsidR="00C52FA1">
              <w:rPr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7C8AEA98" w14:textId="77777777" w:rsidR="00C8607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7856C0F3" w14:textId="55992D78" w:rsidR="00C8607E" w:rsidRPr="00BA3835" w:rsidRDefault="00C8607E" w:rsidP="00C8607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A3835">
              <w:rPr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BA3835" w:rsidRDefault="006470AE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BA3835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822EE84" w14:textId="77777777" w:rsidR="0085747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2EA239" w14:textId="77777777" w:rsidR="00D0113D" w:rsidRPr="00BA3835" w:rsidRDefault="00D0113D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F24F255" w14:textId="2968D640" w:rsidR="0085747A" w:rsidRPr="00BA3835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A3835">
        <w:rPr>
          <w:b w:val="0"/>
          <w:smallCaps w:val="0"/>
          <w:szCs w:val="24"/>
        </w:rPr>
        <w:t>Akceptacja Kierownika Jednostki lub osoby upoważnionej</w:t>
      </w:r>
      <w:r w:rsidR="002541C3" w:rsidRPr="00BA3835">
        <w:rPr>
          <w:b w:val="0"/>
          <w:smallCaps w:val="0"/>
          <w:szCs w:val="24"/>
        </w:rPr>
        <w:t xml:space="preserve"> </w:t>
      </w:r>
    </w:p>
    <w:sectPr w:rsidR="0085747A" w:rsidRPr="00BA383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49F91" w14:textId="77777777" w:rsidR="00EC14E8" w:rsidRDefault="00EC14E8" w:rsidP="00C16ABF">
      <w:pPr>
        <w:spacing w:after="0" w:line="240" w:lineRule="auto"/>
      </w:pPr>
      <w:r>
        <w:separator/>
      </w:r>
    </w:p>
  </w:endnote>
  <w:endnote w:type="continuationSeparator" w:id="0">
    <w:p w14:paraId="4B1DCF32" w14:textId="77777777" w:rsidR="00EC14E8" w:rsidRDefault="00EC14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4C51" w14:textId="77777777" w:rsidR="00EC14E8" w:rsidRDefault="00EC14E8" w:rsidP="00C16ABF">
      <w:pPr>
        <w:spacing w:after="0" w:line="240" w:lineRule="auto"/>
      </w:pPr>
      <w:r>
        <w:separator/>
      </w:r>
    </w:p>
  </w:footnote>
  <w:footnote w:type="continuationSeparator" w:id="0">
    <w:p w14:paraId="2E2AE830" w14:textId="77777777" w:rsidR="00EC14E8" w:rsidRDefault="00EC14E8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33131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5B"/>
    <w:rsid w:val="000077B4"/>
    <w:rsid w:val="00015B8F"/>
    <w:rsid w:val="0002174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3F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15A8"/>
    <w:rsid w:val="00134B13"/>
    <w:rsid w:val="00146BC0"/>
    <w:rsid w:val="00146EB9"/>
    <w:rsid w:val="00153C41"/>
    <w:rsid w:val="00154381"/>
    <w:rsid w:val="0016217A"/>
    <w:rsid w:val="001640A7"/>
    <w:rsid w:val="00164FA7"/>
    <w:rsid w:val="0016656C"/>
    <w:rsid w:val="00166A03"/>
    <w:rsid w:val="001718A7"/>
    <w:rsid w:val="001737CF"/>
    <w:rsid w:val="00176083"/>
    <w:rsid w:val="00176858"/>
    <w:rsid w:val="001776C7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0874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2BF7"/>
    <w:rsid w:val="003032AB"/>
    <w:rsid w:val="003035BB"/>
    <w:rsid w:val="0030395F"/>
    <w:rsid w:val="00305C92"/>
    <w:rsid w:val="003151C5"/>
    <w:rsid w:val="003343CF"/>
    <w:rsid w:val="00346FE9"/>
    <w:rsid w:val="0034759A"/>
    <w:rsid w:val="003478EE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04D3C"/>
    <w:rsid w:val="00411116"/>
    <w:rsid w:val="00414E3C"/>
    <w:rsid w:val="00417773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70"/>
    <w:rsid w:val="004C3BD6"/>
    <w:rsid w:val="004D5282"/>
    <w:rsid w:val="004E4E3D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B7FFA"/>
    <w:rsid w:val="007C253B"/>
    <w:rsid w:val="007C3299"/>
    <w:rsid w:val="007C3BCC"/>
    <w:rsid w:val="007C4546"/>
    <w:rsid w:val="007D6E56"/>
    <w:rsid w:val="007E6C5F"/>
    <w:rsid w:val="007F4155"/>
    <w:rsid w:val="00805987"/>
    <w:rsid w:val="0081258C"/>
    <w:rsid w:val="008147F8"/>
    <w:rsid w:val="0081554D"/>
    <w:rsid w:val="0081707E"/>
    <w:rsid w:val="008449B3"/>
    <w:rsid w:val="008453E5"/>
    <w:rsid w:val="008552A2"/>
    <w:rsid w:val="00856AFA"/>
    <w:rsid w:val="0085747A"/>
    <w:rsid w:val="008773EB"/>
    <w:rsid w:val="00884922"/>
    <w:rsid w:val="00885F64"/>
    <w:rsid w:val="008917F9"/>
    <w:rsid w:val="00895848"/>
    <w:rsid w:val="00896A0C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F14"/>
    <w:rsid w:val="009A78D9"/>
    <w:rsid w:val="009C3E31"/>
    <w:rsid w:val="009C54AE"/>
    <w:rsid w:val="009C788E"/>
    <w:rsid w:val="009D0144"/>
    <w:rsid w:val="009D22D0"/>
    <w:rsid w:val="009D3F3B"/>
    <w:rsid w:val="009E0543"/>
    <w:rsid w:val="009E3B41"/>
    <w:rsid w:val="009F3C5C"/>
    <w:rsid w:val="009F4610"/>
    <w:rsid w:val="00A00ECC"/>
    <w:rsid w:val="00A155EE"/>
    <w:rsid w:val="00A171D6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C0D23"/>
    <w:rsid w:val="00AD1146"/>
    <w:rsid w:val="00AD27D3"/>
    <w:rsid w:val="00AD66D6"/>
    <w:rsid w:val="00AE1160"/>
    <w:rsid w:val="00AE203C"/>
    <w:rsid w:val="00AE2E74"/>
    <w:rsid w:val="00AE5FCB"/>
    <w:rsid w:val="00AE6821"/>
    <w:rsid w:val="00AF2C1E"/>
    <w:rsid w:val="00B02343"/>
    <w:rsid w:val="00B03B21"/>
    <w:rsid w:val="00B06142"/>
    <w:rsid w:val="00B135B1"/>
    <w:rsid w:val="00B17AFA"/>
    <w:rsid w:val="00B23776"/>
    <w:rsid w:val="00B3130B"/>
    <w:rsid w:val="00B37740"/>
    <w:rsid w:val="00B40ADB"/>
    <w:rsid w:val="00B43B77"/>
    <w:rsid w:val="00B43E80"/>
    <w:rsid w:val="00B601B4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A3835"/>
    <w:rsid w:val="00BB520A"/>
    <w:rsid w:val="00BD04A8"/>
    <w:rsid w:val="00BD3869"/>
    <w:rsid w:val="00BD66E9"/>
    <w:rsid w:val="00BD6FF4"/>
    <w:rsid w:val="00BF2C41"/>
    <w:rsid w:val="00C058B4"/>
    <w:rsid w:val="00C05F44"/>
    <w:rsid w:val="00C106B8"/>
    <w:rsid w:val="00C131B5"/>
    <w:rsid w:val="00C16ABF"/>
    <w:rsid w:val="00C170AE"/>
    <w:rsid w:val="00C21842"/>
    <w:rsid w:val="00C26CB7"/>
    <w:rsid w:val="00C324C1"/>
    <w:rsid w:val="00C36992"/>
    <w:rsid w:val="00C42026"/>
    <w:rsid w:val="00C42282"/>
    <w:rsid w:val="00C52FA1"/>
    <w:rsid w:val="00C5372F"/>
    <w:rsid w:val="00C539A8"/>
    <w:rsid w:val="00C56036"/>
    <w:rsid w:val="00C61DC5"/>
    <w:rsid w:val="00C67E92"/>
    <w:rsid w:val="00C70A26"/>
    <w:rsid w:val="00C7167A"/>
    <w:rsid w:val="00C72E4D"/>
    <w:rsid w:val="00C766DF"/>
    <w:rsid w:val="00C77247"/>
    <w:rsid w:val="00C8607E"/>
    <w:rsid w:val="00C92093"/>
    <w:rsid w:val="00C94B98"/>
    <w:rsid w:val="00CA2B96"/>
    <w:rsid w:val="00CA5089"/>
    <w:rsid w:val="00CB1AC4"/>
    <w:rsid w:val="00CD6897"/>
    <w:rsid w:val="00CE5BAC"/>
    <w:rsid w:val="00CF25BE"/>
    <w:rsid w:val="00CF78ED"/>
    <w:rsid w:val="00D0113D"/>
    <w:rsid w:val="00D02B25"/>
    <w:rsid w:val="00D02EBA"/>
    <w:rsid w:val="00D17C3C"/>
    <w:rsid w:val="00D26B2C"/>
    <w:rsid w:val="00D275DB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3A9"/>
    <w:rsid w:val="00D94B59"/>
    <w:rsid w:val="00DA2114"/>
    <w:rsid w:val="00DC74DF"/>
    <w:rsid w:val="00DE09C0"/>
    <w:rsid w:val="00DE2234"/>
    <w:rsid w:val="00DE4A14"/>
    <w:rsid w:val="00DF0173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40A22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14E8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66EDF"/>
    <w:rsid w:val="00F7066B"/>
    <w:rsid w:val="00F71334"/>
    <w:rsid w:val="00F83B28"/>
    <w:rsid w:val="00F875A5"/>
    <w:rsid w:val="00F974DA"/>
    <w:rsid w:val="00FA1DF4"/>
    <w:rsid w:val="00FA46E5"/>
    <w:rsid w:val="00FB7DBA"/>
    <w:rsid w:val="00FC1C25"/>
    <w:rsid w:val="00FC3F45"/>
    <w:rsid w:val="00FD26CA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4A3638FB-7A19-4283-BD84-4F8182BA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E2D4-5B75-4D9B-9DF5-3391D10C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6</Pages>
  <Words>1925</Words>
  <Characters>11554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7</cp:revision>
  <cp:lastPrinted>2022-12-29T08:36:00Z</cp:lastPrinted>
  <dcterms:created xsi:type="dcterms:W3CDTF">2022-12-27T19:28:00Z</dcterms:created>
  <dcterms:modified xsi:type="dcterms:W3CDTF">2023-05-30T16:35:00Z</dcterms:modified>
</cp:coreProperties>
</file>